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3FFED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Hlk54734875"/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ABDF6F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4B87A10" w14:textId="029B8137" w:rsidR="0085747A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73AA3">
        <w:rPr>
          <w:rFonts w:ascii="Corbel" w:hAnsi="Corbel"/>
          <w:b/>
          <w:smallCaps/>
          <w:sz w:val="24"/>
          <w:szCs w:val="24"/>
        </w:rPr>
        <w:t xml:space="preserve"> </w:t>
      </w:r>
      <w:r w:rsidR="00B8536F">
        <w:rPr>
          <w:rFonts w:ascii="Corbel" w:hAnsi="Corbel"/>
          <w:b/>
          <w:smallCaps/>
          <w:sz w:val="24"/>
          <w:szCs w:val="24"/>
        </w:rPr>
        <w:t>2021-2023</w:t>
      </w:r>
    </w:p>
    <w:p w14:paraId="242F75DB" w14:textId="4317E84F" w:rsidR="00073AA3" w:rsidRPr="00B8536F" w:rsidRDefault="00B8536F" w:rsidP="00B8536F">
      <w:pPr>
        <w:ind w:left="354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B8536F">
        <w:rPr>
          <w:sz w:val="20"/>
        </w:rPr>
        <w:t>(skrajne daty)</w:t>
      </w:r>
    </w:p>
    <w:p w14:paraId="4BC91552" w14:textId="31236395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B8536F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B8536F">
        <w:rPr>
          <w:rFonts w:ascii="Corbel" w:hAnsi="Corbel"/>
          <w:sz w:val="20"/>
          <w:szCs w:val="20"/>
        </w:rPr>
        <w:t>2022/2023</w:t>
      </w:r>
    </w:p>
    <w:p w14:paraId="7C43BE8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F250A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642B3" w:rsidRPr="009C54AE" w14:paraId="29C6E225" w14:textId="77777777" w:rsidTr="00C642B3">
        <w:tc>
          <w:tcPr>
            <w:tcW w:w="2694" w:type="dxa"/>
            <w:vAlign w:val="center"/>
          </w:tcPr>
          <w:p w14:paraId="640C4B37" w14:textId="77777777" w:rsidR="00C642B3" w:rsidRPr="009C54A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6AE5A31" w14:textId="77777777" w:rsidR="00C642B3" w:rsidRPr="00C43F15" w:rsidRDefault="006255CB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43F15">
              <w:rPr>
                <w:rFonts w:ascii="Corbel" w:hAnsi="Corbel"/>
                <w:b w:val="0"/>
                <w:bCs/>
                <w:sz w:val="24"/>
                <w:szCs w:val="24"/>
              </w:rPr>
              <w:t>System wsparcia dzieci i młodzieży w środowisku lokalnym</w:t>
            </w:r>
          </w:p>
        </w:tc>
      </w:tr>
      <w:tr w:rsidR="006255CB" w:rsidRPr="009C54AE" w14:paraId="171D89C0" w14:textId="77777777" w:rsidTr="00C642B3">
        <w:tc>
          <w:tcPr>
            <w:tcW w:w="2694" w:type="dxa"/>
            <w:vAlign w:val="center"/>
          </w:tcPr>
          <w:p w14:paraId="4DDE5ED6" w14:textId="77777777" w:rsidR="006255CB" w:rsidRPr="009C54AE" w:rsidRDefault="006255CB" w:rsidP="006255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6E916D3" w14:textId="77777777" w:rsidR="006255CB" w:rsidRPr="006255CB" w:rsidRDefault="006255CB" w:rsidP="006255C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255CB">
              <w:rPr>
                <w:rFonts w:ascii="Corbel" w:hAnsi="Corbel"/>
                <w:b w:val="0"/>
                <w:color w:val="auto"/>
                <w:sz w:val="24"/>
                <w:szCs w:val="24"/>
              </w:rPr>
              <w:t>P2S[3]F_04</w:t>
            </w:r>
          </w:p>
        </w:tc>
      </w:tr>
      <w:tr w:rsidR="006255CB" w:rsidRPr="009C54AE" w14:paraId="2FC9802C" w14:textId="77777777" w:rsidTr="00C642B3">
        <w:tc>
          <w:tcPr>
            <w:tcW w:w="2694" w:type="dxa"/>
            <w:vAlign w:val="center"/>
          </w:tcPr>
          <w:p w14:paraId="633A5035" w14:textId="77777777" w:rsidR="006255CB" w:rsidRPr="009C54AE" w:rsidRDefault="006255CB" w:rsidP="006255C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F23E9B4" w14:textId="77777777" w:rsidR="006255CB" w:rsidRPr="006255CB" w:rsidRDefault="006255CB" w:rsidP="006255CB">
            <w:pPr>
              <w:pStyle w:val="Odpowiedzi"/>
              <w:spacing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6255CB" w:rsidRPr="009C54AE" w14:paraId="6544E23E" w14:textId="77777777" w:rsidTr="00C642B3">
        <w:tc>
          <w:tcPr>
            <w:tcW w:w="2694" w:type="dxa"/>
            <w:vAlign w:val="center"/>
          </w:tcPr>
          <w:p w14:paraId="6046F365" w14:textId="77777777" w:rsidR="006255CB" w:rsidRPr="009C54AE" w:rsidRDefault="006255CB" w:rsidP="006255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CF45A9C" w14:textId="77777777" w:rsidR="006255CB" w:rsidRPr="006255CB" w:rsidRDefault="006255CB" w:rsidP="006255CB">
            <w:pPr>
              <w:pStyle w:val="Odpowiedzi"/>
              <w:spacing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6255CB" w:rsidRPr="009C54AE" w14:paraId="796E4660" w14:textId="77777777" w:rsidTr="00C642B3">
        <w:tc>
          <w:tcPr>
            <w:tcW w:w="2694" w:type="dxa"/>
            <w:vAlign w:val="center"/>
          </w:tcPr>
          <w:p w14:paraId="1EA860FB" w14:textId="77777777" w:rsidR="006255CB" w:rsidRPr="009C54AE" w:rsidRDefault="006255CB" w:rsidP="006255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C9D4BB5" w14:textId="77777777" w:rsidR="006255CB" w:rsidRPr="006255CB" w:rsidRDefault="006255CB" w:rsidP="006255C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255CB">
              <w:rPr>
                <w:rFonts w:ascii="Corbel" w:hAnsi="Corbel"/>
                <w:b w:val="0"/>
                <w:color w:val="auto"/>
                <w:sz w:val="24"/>
                <w:szCs w:val="24"/>
              </w:rPr>
              <w:t>Praca socjalna</w:t>
            </w:r>
          </w:p>
        </w:tc>
      </w:tr>
      <w:tr w:rsidR="006255CB" w:rsidRPr="009C54AE" w14:paraId="75B27B9E" w14:textId="77777777" w:rsidTr="00C642B3">
        <w:tc>
          <w:tcPr>
            <w:tcW w:w="2694" w:type="dxa"/>
            <w:vAlign w:val="center"/>
          </w:tcPr>
          <w:p w14:paraId="168ED919" w14:textId="77777777" w:rsidR="006255CB" w:rsidRPr="009C54AE" w:rsidRDefault="006255CB" w:rsidP="006255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12B5041" w14:textId="77777777" w:rsidR="006255CB" w:rsidRPr="006255CB" w:rsidRDefault="006255CB" w:rsidP="006255C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255CB">
              <w:rPr>
                <w:rFonts w:ascii="Corbel" w:hAnsi="Corbel"/>
                <w:b w:val="0"/>
                <w:color w:val="auto"/>
                <w:sz w:val="24"/>
                <w:szCs w:val="24"/>
              </w:rPr>
              <w:t>II stopnia</w:t>
            </w:r>
          </w:p>
        </w:tc>
      </w:tr>
      <w:tr w:rsidR="006255CB" w:rsidRPr="009C54AE" w14:paraId="22736634" w14:textId="77777777" w:rsidTr="00C642B3">
        <w:tc>
          <w:tcPr>
            <w:tcW w:w="2694" w:type="dxa"/>
            <w:vAlign w:val="center"/>
          </w:tcPr>
          <w:p w14:paraId="5B3D4A78" w14:textId="77777777" w:rsidR="006255CB" w:rsidRPr="009C54AE" w:rsidRDefault="006255CB" w:rsidP="006255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95EBC87" w14:textId="201CDC67" w:rsidR="006255CB" w:rsidRPr="006255CB" w:rsidRDefault="00C43F15" w:rsidP="006255C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6255CB" w:rsidRPr="006255CB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6255CB" w:rsidRPr="009C54AE" w14:paraId="028EEE6A" w14:textId="77777777" w:rsidTr="00C642B3">
        <w:tc>
          <w:tcPr>
            <w:tcW w:w="2694" w:type="dxa"/>
            <w:vAlign w:val="center"/>
          </w:tcPr>
          <w:p w14:paraId="4024A697" w14:textId="77777777" w:rsidR="006255CB" w:rsidRPr="009C54AE" w:rsidRDefault="006255CB" w:rsidP="006255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17D68E" w14:textId="4E622C81" w:rsidR="006255CB" w:rsidRPr="006255CB" w:rsidRDefault="00C43F15" w:rsidP="006255C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6255CB" w:rsidRPr="006255CB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6255CB" w:rsidRPr="009C54AE" w14:paraId="57FA8049" w14:textId="77777777" w:rsidTr="00C642B3">
        <w:tc>
          <w:tcPr>
            <w:tcW w:w="2694" w:type="dxa"/>
            <w:vAlign w:val="center"/>
          </w:tcPr>
          <w:p w14:paraId="405D1068" w14:textId="77777777" w:rsidR="006255CB" w:rsidRPr="009C54AE" w:rsidRDefault="006255CB" w:rsidP="006255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D4B2C97" w14:textId="39ADC2FA" w:rsidR="006255CB" w:rsidRPr="006255CB" w:rsidRDefault="00AC5DAD" w:rsidP="006255C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R</w:t>
            </w:r>
            <w:r w:rsidR="006255CB" w:rsidRPr="006255CB">
              <w:rPr>
                <w:rFonts w:ascii="Corbel" w:hAnsi="Corbel"/>
                <w:b w:val="0"/>
                <w:color w:val="auto"/>
                <w:sz w:val="24"/>
                <w:szCs w:val="24"/>
              </w:rPr>
              <w:t>ok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2</w:t>
            </w:r>
            <w:r w:rsidR="006255CB" w:rsidRPr="006255CB">
              <w:rPr>
                <w:rFonts w:ascii="Corbel" w:hAnsi="Corbel"/>
                <w:b w:val="0"/>
                <w:color w:val="auto"/>
                <w:sz w:val="24"/>
                <w:szCs w:val="24"/>
              </w:rPr>
              <w:t>, semestr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III</w:t>
            </w:r>
          </w:p>
        </w:tc>
      </w:tr>
      <w:tr w:rsidR="006255CB" w:rsidRPr="009C54AE" w14:paraId="0DAAB709" w14:textId="77777777" w:rsidTr="00C642B3">
        <w:tc>
          <w:tcPr>
            <w:tcW w:w="2694" w:type="dxa"/>
            <w:vAlign w:val="center"/>
          </w:tcPr>
          <w:p w14:paraId="40184BC8" w14:textId="77777777" w:rsidR="006255CB" w:rsidRPr="009C54AE" w:rsidRDefault="006255CB" w:rsidP="006255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201AA2" w14:textId="170EE3A0" w:rsidR="006255CB" w:rsidRPr="006255CB" w:rsidRDefault="00C43F15" w:rsidP="006255C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f</w:t>
            </w:r>
            <w:r w:rsidR="006255CB" w:rsidRPr="006255CB">
              <w:rPr>
                <w:rFonts w:ascii="Corbel" w:hAnsi="Corbel"/>
                <w:b w:val="0"/>
                <w:color w:val="auto"/>
                <w:sz w:val="24"/>
                <w:szCs w:val="24"/>
              </w:rPr>
              <w:t>akultatywny</w:t>
            </w:r>
          </w:p>
        </w:tc>
      </w:tr>
      <w:tr w:rsidR="00C642B3" w:rsidRPr="009C54AE" w14:paraId="50935366" w14:textId="77777777" w:rsidTr="00C642B3">
        <w:tc>
          <w:tcPr>
            <w:tcW w:w="2694" w:type="dxa"/>
            <w:vAlign w:val="center"/>
          </w:tcPr>
          <w:p w14:paraId="693C833F" w14:textId="77777777" w:rsidR="00C642B3" w:rsidRPr="009C54A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18403D1" w14:textId="25431669" w:rsidR="00C642B3" w:rsidRPr="009C54AE" w:rsidRDefault="006255CB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C43F15">
              <w:rPr>
                <w:rFonts w:ascii="Corbel" w:hAnsi="Corbel"/>
                <w:b w:val="0"/>
                <w:sz w:val="24"/>
                <w:szCs w:val="24"/>
              </w:rPr>
              <w:t>ęz</w:t>
            </w:r>
            <w:r>
              <w:rPr>
                <w:rFonts w:ascii="Corbel" w:hAnsi="Corbel"/>
                <w:b w:val="0"/>
                <w:sz w:val="24"/>
                <w:szCs w:val="24"/>
              </w:rPr>
              <w:t>. polski</w:t>
            </w:r>
          </w:p>
        </w:tc>
      </w:tr>
      <w:tr w:rsidR="00C642B3" w:rsidRPr="009C54AE" w14:paraId="08F03672" w14:textId="77777777" w:rsidTr="00C642B3">
        <w:tc>
          <w:tcPr>
            <w:tcW w:w="2694" w:type="dxa"/>
            <w:vAlign w:val="center"/>
          </w:tcPr>
          <w:p w14:paraId="3EF34E2A" w14:textId="77777777" w:rsidR="00C642B3" w:rsidRPr="009C54A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70A807F" w14:textId="77777777" w:rsidR="00C642B3" w:rsidRPr="009C54AE" w:rsidRDefault="006255CB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Małgorzata Bozacka</w:t>
            </w:r>
          </w:p>
        </w:tc>
      </w:tr>
      <w:tr w:rsidR="00C642B3" w:rsidRPr="009C54AE" w14:paraId="4C466FAD" w14:textId="77777777" w:rsidTr="00C642B3">
        <w:tc>
          <w:tcPr>
            <w:tcW w:w="2694" w:type="dxa"/>
            <w:vAlign w:val="center"/>
          </w:tcPr>
          <w:p w14:paraId="026570A2" w14:textId="77777777" w:rsidR="00C642B3" w:rsidRPr="009C54A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89EB9B1" w14:textId="77777777" w:rsidR="00C642B3" w:rsidRPr="009C54AE" w:rsidRDefault="006255CB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Małgorzata Bozacka</w:t>
            </w:r>
          </w:p>
        </w:tc>
      </w:tr>
    </w:tbl>
    <w:p w14:paraId="45372F68" w14:textId="77777777" w:rsidR="00923D7D" w:rsidRPr="009C54AE" w:rsidRDefault="0085747A" w:rsidP="004D7A35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122851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458BB2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3B2CB69" w14:textId="77777777" w:rsidTr="004D7A3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1252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BCC374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118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E560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86A0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8234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F008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37C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0FA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94A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B97F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C1F2D91" w14:textId="77777777" w:rsidTr="004D7A3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23058" w14:textId="77777777" w:rsidR="00015B8F" w:rsidRPr="009C54AE" w:rsidRDefault="004D7A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5787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B0E3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C915F" w14:textId="77777777" w:rsidR="00015B8F" w:rsidRPr="009C54AE" w:rsidRDefault="004D7A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1B0F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FE5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3096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C7A8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64DA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E2F73" w14:textId="3F2BAF35" w:rsidR="00015B8F" w:rsidRPr="009C54AE" w:rsidRDefault="004D7A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 </w:t>
            </w:r>
          </w:p>
        </w:tc>
      </w:tr>
    </w:tbl>
    <w:p w14:paraId="2323BE89" w14:textId="77777777" w:rsidR="00923D7D" w:rsidRPr="009C54AE" w:rsidRDefault="00923D7D" w:rsidP="004D7A3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D5163B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C07B4D9" w14:textId="77777777" w:rsidR="00B8536F" w:rsidRDefault="00B8536F" w:rsidP="00B8536F">
      <w:pPr>
        <w:pStyle w:val="Punktygwne"/>
        <w:spacing w:before="0" w:after="0"/>
        <w:ind w:firstLine="708"/>
        <w:rPr>
          <w:rFonts w:ascii="MS Gothic" w:eastAsia="MS Gothic" w:hAnsi="MS Gothic" w:cs="MS Gothic"/>
          <w:bCs/>
          <w:szCs w:val="24"/>
        </w:rPr>
      </w:pPr>
    </w:p>
    <w:p w14:paraId="266B2412" w14:textId="7CA9F3E9" w:rsidR="0085747A" w:rsidRPr="009C54AE" w:rsidRDefault="00C43F15" w:rsidP="00B8536F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Cs/>
          <w:szCs w:val="24"/>
        </w:rPr>
        <w:t xml:space="preserve"> </w:t>
      </w:r>
      <w:r w:rsidR="004D7A35" w:rsidRPr="004D7A35">
        <w:rPr>
          <w:rFonts w:ascii="MS Gothic" w:eastAsia="MS Gothic" w:hAnsi="MS Gothic" w:cs="MS Gothic" w:hint="eastAsia"/>
          <w:bCs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54F5226" w14:textId="77777777" w:rsidR="00C43F15" w:rsidRPr="00C43F15" w:rsidRDefault="00C43F15" w:rsidP="00C43F15">
      <w:pPr>
        <w:spacing w:after="0" w:line="240" w:lineRule="auto"/>
        <w:ind w:firstLine="708"/>
        <w:rPr>
          <w:rFonts w:ascii="Corbel" w:hAnsi="Corbel"/>
          <w:sz w:val="24"/>
          <w:szCs w:val="24"/>
        </w:rPr>
      </w:pPr>
      <w:r w:rsidRPr="00C43F15">
        <w:rPr>
          <w:rFonts w:ascii="MS Gothic" w:eastAsia="MS Gothic" w:hAnsi="MS Gothic" w:cs="MS Gothic" w:hint="eastAsia"/>
          <w:smallCaps/>
          <w:sz w:val="24"/>
          <w:szCs w:val="24"/>
        </w:rPr>
        <w:t>☐</w:t>
      </w:r>
      <w:r w:rsidRPr="00C43F15">
        <w:rPr>
          <w:rFonts w:ascii="Corbel" w:hAnsi="Corbel"/>
          <w:sz w:val="24"/>
          <w:szCs w:val="24"/>
        </w:rPr>
        <w:t xml:space="preserve"> zajęcia realizowane z wykorzystaniem metod i technik kształcenia na odległość</w:t>
      </w:r>
    </w:p>
    <w:p w14:paraId="6F0F33C6" w14:textId="77777777" w:rsidR="00C43F15" w:rsidRPr="00C43F15" w:rsidRDefault="00C43F15" w:rsidP="00C43F15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775390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BC9D71A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FB284D9" w14:textId="77777777" w:rsidR="00B8536F" w:rsidRDefault="00B8536F" w:rsidP="00AC5DAD">
      <w:pPr>
        <w:pStyle w:val="Punktygwne"/>
        <w:tabs>
          <w:tab w:val="left" w:pos="709"/>
        </w:tabs>
        <w:spacing w:before="0" w:after="0"/>
        <w:ind w:left="644"/>
        <w:rPr>
          <w:rFonts w:ascii="Corbel" w:hAnsi="Corbel"/>
          <w:b w:val="0"/>
          <w:bCs/>
          <w:smallCaps w:val="0"/>
          <w:szCs w:val="24"/>
        </w:rPr>
      </w:pPr>
      <w:bookmarkStart w:id="1" w:name="_Hlk55244190"/>
    </w:p>
    <w:p w14:paraId="694DE9DE" w14:textId="35B018C1" w:rsidR="00665A5A" w:rsidRPr="00C43F15" w:rsidRDefault="00665A5A" w:rsidP="00C43F15">
      <w:pPr>
        <w:pStyle w:val="Punktygwne"/>
        <w:tabs>
          <w:tab w:val="left" w:pos="709"/>
        </w:tabs>
        <w:spacing w:before="0" w:after="0"/>
        <w:ind w:left="644"/>
        <w:jc w:val="both"/>
        <w:rPr>
          <w:rFonts w:ascii="Corbel" w:hAnsi="Corbel"/>
          <w:b w:val="0"/>
          <w:bCs/>
          <w:szCs w:val="24"/>
        </w:rPr>
      </w:pPr>
      <w:r w:rsidRPr="00C43F15">
        <w:rPr>
          <w:rFonts w:ascii="Corbel" w:hAnsi="Corbel"/>
          <w:b w:val="0"/>
          <w:bCs/>
          <w:szCs w:val="24"/>
        </w:rPr>
        <w:t>zaliczenie z oceną</w:t>
      </w:r>
    </w:p>
    <w:bookmarkEnd w:id="1"/>
    <w:p w14:paraId="6D11D94A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C9DE72" w14:textId="524F8286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F4F26B8" w14:textId="77777777" w:rsidR="00B8536F" w:rsidRPr="009C54AE" w:rsidRDefault="00B8536F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C8CF3C4" w14:textId="77777777" w:rsidTr="00745302">
        <w:tc>
          <w:tcPr>
            <w:tcW w:w="9670" w:type="dxa"/>
          </w:tcPr>
          <w:p w14:paraId="3B67B147" w14:textId="77777777" w:rsidR="004D7A35" w:rsidRPr="004D7A35" w:rsidRDefault="004D7A35" w:rsidP="004D7A35">
            <w:pPr>
              <w:pStyle w:val="Punktygwne"/>
              <w:numPr>
                <w:ilvl w:val="0"/>
                <w:numId w:val="3"/>
              </w:numPr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D7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Podstawowa wiedza o systemowym wsparciu dzieci i młodzieży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4D7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jak też ich rodzin 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4D7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 środowisku lokalnym.</w:t>
            </w:r>
          </w:p>
          <w:p w14:paraId="1408BFEC" w14:textId="77777777" w:rsidR="004D7A35" w:rsidRPr="004D7A35" w:rsidRDefault="004D7A35" w:rsidP="004D7A35">
            <w:pPr>
              <w:pStyle w:val="Punktygwne"/>
              <w:numPr>
                <w:ilvl w:val="0"/>
                <w:numId w:val="3"/>
              </w:numPr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D7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Podstawowe umiejętności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 zakresu </w:t>
            </w:r>
            <w:r w:rsidRPr="004D7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komunikacji interpersonalnej.</w:t>
            </w:r>
          </w:p>
          <w:p w14:paraId="2EB76D05" w14:textId="77777777" w:rsidR="004D7A35" w:rsidRPr="004D7A35" w:rsidRDefault="004D7A35" w:rsidP="004D7A35">
            <w:pPr>
              <w:pStyle w:val="Punktygwne"/>
              <w:numPr>
                <w:ilvl w:val="0"/>
                <w:numId w:val="3"/>
              </w:numPr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D7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na temat pracy w grupie</w:t>
            </w:r>
            <w:r w:rsidR="00A66E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/ </w:t>
            </w:r>
            <w:r w:rsidRPr="004D7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zespole, planowanie pracy, wyznaczanie celów.</w:t>
            </w:r>
          </w:p>
          <w:p w14:paraId="4DDE19B4" w14:textId="77777777" w:rsidR="0085747A" w:rsidRPr="004D7A35" w:rsidRDefault="004D7A35" w:rsidP="009C54AE">
            <w:pPr>
              <w:pStyle w:val="Punktygwne"/>
              <w:numPr>
                <w:ilvl w:val="0"/>
                <w:numId w:val="3"/>
              </w:numPr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D7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metodycznego działania w obszarze rodziny.</w:t>
            </w:r>
          </w:p>
        </w:tc>
      </w:tr>
    </w:tbl>
    <w:p w14:paraId="26709D3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4B255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2E51BF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A6F32B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6F88737" w14:textId="77777777" w:rsidR="00F83B28" w:rsidRDefault="00F83B28" w:rsidP="009C54A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918D8" w:rsidRPr="007918D8" w14:paraId="0FFFD666" w14:textId="77777777" w:rsidTr="00B24580">
        <w:tc>
          <w:tcPr>
            <w:tcW w:w="845" w:type="dxa"/>
            <w:vAlign w:val="center"/>
          </w:tcPr>
          <w:p w14:paraId="67683DCB" w14:textId="77777777" w:rsidR="007918D8" w:rsidRPr="007918D8" w:rsidRDefault="007918D8" w:rsidP="007918D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918D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5177568" w14:textId="77777777" w:rsidR="007918D8" w:rsidRPr="007918D8" w:rsidRDefault="007918D8" w:rsidP="00C43F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918D8">
              <w:rPr>
                <w:rFonts w:ascii="Corbel" w:eastAsia="Times New Roman" w:hAnsi="Corbel"/>
                <w:sz w:val="24"/>
                <w:szCs w:val="24"/>
                <w:lang w:eastAsia="pl-PL"/>
              </w:rPr>
              <w:t>Wyposażenie studenta w umiejętności  do prowadzenia działań prospołecznych na rzecz dziecka w środowisku lokalnym.</w:t>
            </w:r>
          </w:p>
        </w:tc>
      </w:tr>
      <w:tr w:rsidR="007918D8" w:rsidRPr="007918D8" w14:paraId="5EE07FBC" w14:textId="77777777" w:rsidTr="00B24580">
        <w:tc>
          <w:tcPr>
            <w:tcW w:w="845" w:type="dxa"/>
            <w:vAlign w:val="center"/>
          </w:tcPr>
          <w:p w14:paraId="64D0C2B2" w14:textId="77777777" w:rsidR="007918D8" w:rsidRPr="007918D8" w:rsidRDefault="007918D8" w:rsidP="007918D8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918D8">
              <w:rPr>
                <w:rFonts w:ascii="Corbel" w:eastAsia="Times New Roman" w:hAnsi="Corbel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675" w:type="dxa"/>
            <w:vAlign w:val="center"/>
          </w:tcPr>
          <w:p w14:paraId="37CA16FB" w14:textId="77777777" w:rsidR="007918D8" w:rsidRPr="007918D8" w:rsidRDefault="007918D8" w:rsidP="00C43F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918D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Przygotowanie studenta do planowania i zorganizowania  działań profilaktycznych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br/>
            </w:r>
            <w:r w:rsidRPr="007918D8">
              <w:rPr>
                <w:rFonts w:ascii="Corbel" w:eastAsia="Times New Roman" w:hAnsi="Corbel"/>
                <w:sz w:val="24"/>
                <w:szCs w:val="24"/>
                <w:lang w:eastAsia="pl-PL"/>
              </w:rPr>
              <w:t>w oparciu o nowoczesne metody pracy socjalnej socjotechnicznej i terapeutycznej.</w:t>
            </w:r>
          </w:p>
        </w:tc>
      </w:tr>
      <w:tr w:rsidR="007918D8" w:rsidRPr="007918D8" w14:paraId="1F8F01B7" w14:textId="77777777" w:rsidTr="00B24580">
        <w:tc>
          <w:tcPr>
            <w:tcW w:w="845" w:type="dxa"/>
            <w:vAlign w:val="center"/>
          </w:tcPr>
          <w:p w14:paraId="6591465B" w14:textId="77777777" w:rsidR="007918D8" w:rsidRPr="007918D8" w:rsidRDefault="007918D8" w:rsidP="007918D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918D8">
              <w:rPr>
                <w:rFonts w:ascii="Corbel" w:eastAsia="Times New Roman" w:hAnsi="Corbel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8675" w:type="dxa"/>
            <w:vAlign w:val="center"/>
          </w:tcPr>
          <w:p w14:paraId="114502F4" w14:textId="77777777" w:rsidR="007918D8" w:rsidRPr="007918D8" w:rsidRDefault="007918D8" w:rsidP="00C43F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918D8">
              <w:rPr>
                <w:rFonts w:ascii="Corbel" w:eastAsia="Times New Roman" w:hAnsi="Corbel"/>
                <w:sz w:val="24"/>
                <w:szCs w:val="24"/>
                <w:lang w:eastAsia="pl-PL"/>
              </w:rPr>
              <w:t>Z</w:t>
            </w:r>
            <w:r w:rsidR="00AE2953">
              <w:rPr>
                <w:rFonts w:ascii="Corbel" w:eastAsia="Times New Roman" w:hAnsi="Corbel"/>
                <w:sz w:val="24"/>
                <w:szCs w:val="24"/>
                <w:lang w:eastAsia="pl-PL"/>
              </w:rPr>
              <w:t>aprezentowanie</w:t>
            </w:r>
            <w:r w:rsidRPr="007918D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programów, projektów jako przykładów dobrych praktyk wykorzystania lokalnych sił społecznych na rzecz dzieci i młodzieży.</w:t>
            </w:r>
          </w:p>
        </w:tc>
      </w:tr>
    </w:tbl>
    <w:p w14:paraId="4C4190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A4C132F" w14:textId="77777777" w:rsidR="001D7B54" w:rsidRPr="009C54AE" w:rsidRDefault="009F4610" w:rsidP="005F27C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14"/>
        <w:gridCol w:w="1859"/>
      </w:tblGrid>
      <w:tr w:rsidR="0085747A" w:rsidRPr="009C54AE" w14:paraId="70BC4096" w14:textId="77777777" w:rsidTr="007D1912">
        <w:tc>
          <w:tcPr>
            <w:tcW w:w="1447" w:type="dxa"/>
            <w:vAlign w:val="center"/>
          </w:tcPr>
          <w:p w14:paraId="2388ABE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14" w:type="dxa"/>
            <w:vAlign w:val="center"/>
          </w:tcPr>
          <w:p w14:paraId="4D3838E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59" w:type="dxa"/>
            <w:vAlign w:val="center"/>
          </w:tcPr>
          <w:p w14:paraId="00EBCA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0D4C6E24" w14:textId="77777777" w:rsidTr="007D1912">
        <w:tc>
          <w:tcPr>
            <w:tcW w:w="1447" w:type="dxa"/>
          </w:tcPr>
          <w:p w14:paraId="0106B42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214" w:type="dxa"/>
          </w:tcPr>
          <w:p w14:paraId="793B071F" w14:textId="46D665A8" w:rsidR="0085747A" w:rsidRPr="00AC5DAD" w:rsidRDefault="00C43F15" w:rsidP="00C43F1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="00AE2953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 pogłębionym stopniu </w:t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>zna</w:t>
            </w:r>
            <w:r w:rsidR="00AE2953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 i rozumie</w:t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 prawidłowości </w:t>
            </w:r>
            <w:r w:rsidR="00A60B9A" w:rsidRPr="00AC5DAD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>i zaburzenia więzi społecznych w środowisku lokalnym, w szczególności ich dysfunkcje</w:t>
            </w:r>
            <w:r w:rsidR="00AE2953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CB0BCA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m. in. </w:t>
            </w:r>
            <w:r w:rsidR="00A336B8" w:rsidRPr="00AC5DAD">
              <w:rPr>
                <w:rFonts w:ascii="Corbel" w:hAnsi="Corbel"/>
                <w:b w:val="0"/>
                <w:smallCaps w:val="0"/>
                <w:szCs w:val="24"/>
              </w:rPr>
              <w:t>dotyczące rodziny postrzeganej jako system.</w:t>
            </w:r>
            <w:r w:rsidR="00CB0BCA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59" w:type="dxa"/>
          </w:tcPr>
          <w:p w14:paraId="688D3C3A" w14:textId="77777777" w:rsidR="0085747A" w:rsidRPr="009C54AE" w:rsidRDefault="00200E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ECE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9C54AE" w14:paraId="5D1284E1" w14:textId="77777777" w:rsidTr="007D1912">
        <w:tc>
          <w:tcPr>
            <w:tcW w:w="1447" w:type="dxa"/>
          </w:tcPr>
          <w:p w14:paraId="482A123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14" w:type="dxa"/>
          </w:tcPr>
          <w:p w14:paraId="49051502" w14:textId="3288549A" w:rsidR="00D76E91" w:rsidRPr="00AC5DAD" w:rsidRDefault="00C43F15" w:rsidP="00C43F1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AE2953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(w stopniu pogłębionym) </w:t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pracować w zespole </w:t>
            </w:r>
            <w:r w:rsidR="00A60B9A" w:rsidRPr="00AC5DAD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>i koordynować działania zespołu, umie przyjmować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>i wyznaczać zadania</w:t>
            </w:r>
            <w:r w:rsidR="00D76E91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 w zakresie wspierania dziecka </w:t>
            </w:r>
            <w:r w:rsidR="00A60B9A" w:rsidRPr="00AC5DAD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D76E91" w:rsidRPr="00AC5DAD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76E91" w:rsidRPr="00AC5DAD">
              <w:rPr>
                <w:rFonts w:ascii="Corbel" w:hAnsi="Corbel"/>
                <w:b w:val="0"/>
                <w:smallCaps w:val="0"/>
                <w:szCs w:val="24"/>
              </w:rPr>
              <w:t>rodziny w ramach społeczności lokalnej.</w:t>
            </w:r>
            <w:r w:rsidR="00A336B8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>Ma </w:t>
            </w:r>
            <w:r w:rsidR="00D76E91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też </w:t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>pogłębione umiejętności organizacyjne, pozwalające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>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>realizację celów związanych z projektowaniem i podejmowaniem działań profesjonalnych</w:t>
            </w:r>
            <w:r w:rsidR="00D76E91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336B8" w:rsidRPr="00AC5DAD">
              <w:rPr>
                <w:rFonts w:ascii="Corbel" w:hAnsi="Corbel"/>
                <w:b w:val="0"/>
                <w:smallCaps w:val="0"/>
                <w:szCs w:val="24"/>
              </w:rPr>
              <w:t>o charakterze profilaktycznym, socjoterapeutycznym, czy reedukacyjnym na rzecz dzieci i młodzieży w ś</w:t>
            </w:r>
            <w:r w:rsidR="00D76E91" w:rsidRPr="00AC5DAD">
              <w:rPr>
                <w:rFonts w:ascii="Corbel" w:hAnsi="Corbel"/>
                <w:b w:val="0"/>
                <w:smallCaps w:val="0"/>
                <w:szCs w:val="24"/>
              </w:rPr>
              <w:t>rodowisku lokalnym</w:t>
            </w:r>
            <w:r w:rsidR="00A336B8" w:rsidRPr="00AC5DA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303CE4F" w14:textId="67AE6F9F" w:rsidR="0085747A" w:rsidRPr="00AC5DAD" w:rsidRDefault="00200ECE" w:rsidP="00C43F1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C5DAD">
              <w:rPr>
                <w:rFonts w:ascii="Corbel" w:hAnsi="Corbel"/>
                <w:b w:val="0"/>
                <w:smallCaps w:val="0"/>
                <w:szCs w:val="24"/>
              </w:rPr>
              <w:t>Potrafi</w:t>
            </w:r>
            <w:r w:rsidR="00A336B8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 również</w:t>
            </w:r>
            <w:r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 przyjąć rolę lidera wykorzystując innowacyjne rozwiązania w działaniach</w:t>
            </w:r>
            <w:r w:rsidR="00C43F1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C5DAD">
              <w:rPr>
                <w:rFonts w:ascii="Corbel" w:hAnsi="Corbel"/>
                <w:b w:val="0"/>
                <w:smallCaps w:val="0"/>
                <w:szCs w:val="24"/>
              </w:rPr>
              <w:t>pomocowych budując własne kompetencje zawodo</w:t>
            </w:r>
            <w:r w:rsidR="00A336B8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we jako pracownik socjalny zaangażowany w działania </w:t>
            </w:r>
            <w:r w:rsidR="00DB6B68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pomocowe </w:t>
            </w:r>
            <w:r w:rsidR="00A336B8" w:rsidRPr="00AC5DAD">
              <w:rPr>
                <w:rFonts w:ascii="Corbel" w:hAnsi="Corbel"/>
                <w:b w:val="0"/>
                <w:smallCaps w:val="0"/>
                <w:szCs w:val="24"/>
              </w:rPr>
              <w:t>dedykowane dziecku i rodzinie.</w:t>
            </w:r>
          </w:p>
        </w:tc>
        <w:tc>
          <w:tcPr>
            <w:tcW w:w="1859" w:type="dxa"/>
          </w:tcPr>
          <w:p w14:paraId="240E8BB6" w14:textId="77777777" w:rsidR="0085747A" w:rsidRPr="009C54AE" w:rsidRDefault="00200E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ECE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85747A" w:rsidRPr="009C54AE" w14:paraId="68F7E34E" w14:textId="77777777" w:rsidTr="007D1912">
        <w:tc>
          <w:tcPr>
            <w:tcW w:w="1447" w:type="dxa"/>
          </w:tcPr>
          <w:p w14:paraId="2A809BA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00ECE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214" w:type="dxa"/>
          </w:tcPr>
          <w:p w14:paraId="22E14A4A" w14:textId="7D8BCA2F" w:rsidR="0085747A" w:rsidRPr="00AC5DAD" w:rsidRDefault="00C43F15" w:rsidP="00C43F1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DB6B68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(w stopniu pogłębionym) </w:t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analizować </w:t>
            </w:r>
            <w:r w:rsidR="00DB6B68" w:rsidRPr="00AC5DAD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>i innowacyjnie rozwiązywać</w:t>
            </w:r>
            <w:r w:rsidR="001E1E00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>konkretne problemy społeczne odpowiednio uzasadniając swoje stanowisko oraz przeciwdziałać aktualnym problemom społecznym, proponując w tym zakresie odpowiednie rozstrzygnięcia</w:t>
            </w:r>
            <w:r w:rsidR="00A336B8" w:rsidRPr="00AC5DAD">
              <w:rPr>
                <w:rFonts w:ascii="Corbel" w:hAnsi="Corbel"/>
                <w:b w:val="0"/>
                <w:smallCaps w:val="0"/>
                <w:szCs w:val="24"/>
              </w:rPr>
              <w:t>, szczególnie  ukierunkowan</w:t>
            </w:r>
            <w:r w:rsidR="00DB6B68" w:rsidRPr="00AC5DAD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A336B8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  na tworzenie dobrych praktyk </w:t>
            </w:r>
            <w:r w:rsidR="001E1E00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w </w:t>
            </w:r>
            <w:r w:rsidR="001E1E00" w:rsidRPr="00AC5DA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sferze </w:t>
            </w:r>
            <w:r w:rsidR="00A336B8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wsparcia dzieci i młodzieży </w:t>
            </w:r>
            <w:r w:rsidR="00DB6B68" w:rsidRPr="00AC5DAD">
              <w:rPr>
                <w:rFonts w:ascii="Corbel" w:hAnsi="Corbel"/>
                <w:b w:val="0"/>
                <w:smallCaps w:val="0"/>
                <w:szCs w:val="24"/>
              </w:rPr>
              <w:t>na poziomie społeczności lokalnej, łącząc w tym celu zasoby tej społeczności.</w:t>
            </w:r>
          </w:p>
        </w:tc>
        <w:tc>
          <w:tcPr>
            <w:tcW w:w="1859" w:type="dxa"/>
          </w:tcPr>
          <w:p w14:paraId="37EBB7D3" w14:textId="77777777" w:rsidR="0085747A" w:rsidRPr="009C54AE" w:rsidRDefault="00200E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EC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K_U11</w:t>
            </w:r>
          </w:p>
        </w:tc>
      </w:tr>
      <w:tr w:rsidR="00200ECE" w:rsidRPr="009C54AE" w14:paraId="7CC412DC" w14:textId="77777777" w:rsidTr="007D1912">
        <w:tc>
          <w:tcPr>
            <w:tcW w:w="1447" w:type="dxa"/>
          </w:tcPr>
          <w:p w14:paraId="08D81662" w14:textId="77777777" w:rsidR="00200ECE" w:rsidRPr="009C54AE" w:rsidRDefault="00200E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214" w:type="dxa"/>
          </w:tcPr>
          <w:p w14:paraId="64DF686B" w14:textId="6BE696A2" w:rsidR="00200ECE" w:rsidRPr="00AC5DAD" w:rsidRDefault="00C43F15" w:rsidP="00C43F1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j</w:t>
            </w:r>
            <w:r w:rsidR="00DB6B68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est gotów do </w:t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tworzenia i rozwijania kontaktów </w:t>
            </w:r>
            <w:r w:rsidR="001E1E00" w:rsidRPr="00AC5DAD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z otoczeniem społecznym (interesariuszami zewnętrznymi) oraz </w:t>
            </w:r>
            <w:r w:rsidR="00DB6B68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do pogłębionej </w:t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>współpracy  na rzecz rozwiązywania problemów z zakresu pracy socjalnej</w:t>
            </w:r>
            <w:r w:rsidR="001E1E00" w:rsidRPr="00AC5DAD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DB6B68" w:rsidRPr="00AC5DAD">
              <w:rPr>
                <w:rFonts w:ascii="Corbel" w:hAnsi="Corbel"/>
                <w:b w:val="0"/>
                <w:smallCaps w:val="0"/>
                <w:szCs w:val="24"/>
              </w:rPr>
              <w:br/>
              <w:t>w tym pr</w:t>
            </w:r>
            <w:r w:rsidR="001E1E00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oblemów doświadczanych przez dziecko, </w:t>
            </w:r>
            <w:r w:rsidR="00DB6B68" w:rsidRPr="00AC5DAD">
              <w:rPr>
                <w:rFonts w:ascii="Corbel" w:hAnsi="Corbel"/>
                <w:b w:val="0"/>
                <w:smallCaps w:val="0"/>
                <w:szCs w:val="24"/>
              </w:rPr>
              <w:t>czy rodzinę.</w:t>
            </w:r>
          </w:p>
        </w:tc>
        <w:tc>
          <w:tcPr>
            <w:tcW w:w="1859" w:type="dxa"/>
          </w:tcPr>
          <w:p w14:paraId="69B5C143" w14:textId="77777777" w:rsidR="00200ECE" w:rsidRPr="00200ECE" w:rsidRDefault="00200E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ECE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091474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D40E56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236E11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E66264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1C22CB6" w14:textId="77777777" w:rsidTr="00625F1A">
        <w:tc>
          <w:tcPr>
            <w:tcW w:w="9520" w:type="dxa"/>
          </w:tcPr>
          <w:p w14:paraId="0FD6E2A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A5B59B0" w14:textId="77777777" w:rsidTr="00625F1A">
        <w:tc>
          <w:tcPr>
            <w:tcW w:w="9520" w:type="dxa"/>
          </w:tcPr>
          <w:p w14:paraId="513A0840" w14:textId="721D9CF7" w:rsidR="0085747A" w:rsidRPr="009C54AE" w:rsidRDefault="00C43F1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5D8C97F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5AFCA0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Pr="00AC5DAD">
        <w:rPr>
          <w:rFonts w:ascii="Corbel" w:hAnsi="Corbel"/>
          <w:sz w:val="24"/>
          <w:szCs w:val="24"/>
        </w:rPr>
        <w:t>ćwiczeń</w:t>
      </w:r>
      <w:r w:rsidR="00ED2EF9" w:rsidRPr="00AC5DAD">
        <w:rPr>
          <w:rFonts w:ascii="Corbel" w:hAnsi="Corbel"/>
          <w:sz w:val="24"/>
          <w:szCs w:val="24"/>
        </w:rPr>
        <w:t>:</w:t>
      </w:r>
      <w:r w:rsidRPr="00AC5DAD">
        <w:rPr>
          <w:rFonts w:ascii="Corbel" w:hAnsi="Corbel"/>
          <w:sz w:val="24"/>
          <w:szCs w:val="24"/>
        </w:rPr>
        <w:t xml:space="preserve"> audytoryjnych, konwersatoryjnych,</w:t>
      </w:r>
      <w:r w:rsidRPr="009C54AE">
        <w:rPr>
          <w:rFonts w:ascii="Corbel" w:hAnsi="Corbel"/>
          <w:sz w:val="24"/>
          <w:szCs w:val="24"/>
        </w:rPr>
        <w:t xml:space="preserve">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3E772A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12E6AA0" w14:textId="77777777" w:rsidTr="00743CA1">
        <w:tc>
          <w:tcPr>
            <w:tcW w:w="9520" w:type="dxa"/>
          </w:tcPr>
          <w:p w14:paraId="1127066E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5306691" w14:textId="77777777" w:rsidTr="00743CA1">
        <w:tc>
          <w:tcPr>
            <w:tcW w:w="9520" w:type="dxa"/>
          </w:tcPr>
          <w:p w14:paraId="0CBD4C9A" w14:textId="77777777" w:rsidR="0085747A" w:rsidRPr="009C54AE" w:rsidRDefault="00743CA1" w:rsidP="00C43F1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43CA1">
              <w:rPr>
                <w:rFonts w:ascii="Corbel" w:hAnsi="Corbel"/>
                <w:sz w:val="24"/>
                <w:szCs w:val="24"/>
              </w:rPr>
              <w:t>Zajęcia organizacyjne</w:t>
            </w:r>
            <w:r>
              <w:rPr>
                <w:rFonts w:ascii="Corbel" w:hAnsi="Corbel"/>
                <w:sz w:val="24"/>
                <w:szCs w:val="24"/>
              </w:rPr>
              <w:t xml:space="preserve"> – wprowadzenie do problematyki przedmiotu, określenie treści programowych i warunków zaliczenia przedmiotu. </w:t>
            </w:r>
            <w:r w:rsidRPr="00743CA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743CA1" w:rsidRPr="009C54AE" w14:paraId="535AB814" w14:textId="77777777" w:rsidTr="00743CA1">
        <w:tc>
          <w:tcPr>
            <w:tcW w:w="9520" w:type="dxa"/>
          </w:tcPr>
          <w:p w14:paraId="3CDBB27A" w14:textId="77777777" w:rsidR="00743CA1" w:rsidRPr="009C54AE" w:rsidRDefault="00743CA1" w:rsidP="00C43F1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43CA1">
              <w:rPr>
                <w:rFonts w:ascii="Corbel" w:hAnsi="Corbel"/>
                <w:sz w:val="24"/>
                <w:szCs w:val="24"/>
              </w:rPr>
              <w:t>Analiza zapisów ustawowych dotyczących systemu wsparcia dzieci i młodzieży.</w:t>
            </w:r>
          </w:p>
        </w:tc>
      </w:tr>
      <w:tr w:rsidR="00743CA1" w:rsidRPr="009C54AE" w14:paraId="7EB9435D" w14:textId="77777777" w:rsidTr="00743CA1">
        <w:tc>
          <w:tcPr>
            <w:tcW w:w="9520" w:type="dxa"/>
          </w:tcPr>
          <w:p w14:paraId="5A54B539" w14:textId="77777777" w:rsidR="00743CA1" w:rsidRPr="00625F1A" w:rsidRDefault="00743CA1" w:rsidP="00C43F15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625F1A">
              <w:rPr>
                <w:rFonts w:ascii="Corbel" w:hAnsi="Corbel"/>
                <w:iCs/>
                <w:sz w:val="24"/>
                <w:szCs w:val="24"/>
              </w:rPr>
              <w:t>Istota środowiska wychowawczego; rodzina, rówieśnicy, środowisko.</w:t>
            </w:r>
          </w:p>
        </w:tc>
      </w:tr>
      <w:tr w:rsidR="00743CA1" w:rsidRPr="009C54AE" w14:paraId="36D80448" w14:textId="77777777" w:rsidTr="00743CA1">
        <w:tc>
          <w:tcPr>
            <w:tcW w:w="9520" w:type="dxa"/>
          </w:tcPr>
          <w:p w14:paraId="245A4A10" w14:textId="77777777" w:rsidR="00743CA1" w:rsidRPr="00625F1A" w:rsidRDefault="00743CA1" w:rsidP="00C43F15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625F1A">
              <w:rPr>
                <w:rFonts w:ascii="Corbel" w:hAnsi="Corbel"/>
                <w:iCs/>
                <w:sz w:val="24"/>
                <w:szCs w:val="24"/>
              </w:rPr>
              <w:t>Kryzys w rodzinie – strategie pomocy i wsparcia; prewencyjna rola pracy socjalnej.</w:t>
            </w:r>
          </w:p>
        </w:tc>
      </w:tr>
      <w:tr w:rsidR="00743CA1" w:rsidRPr="009C54AE" w14:paraId="79261EDA" w14:textId="77777777" w:rsidTr="00743CA1">
        <w:tc>
          <w:tcPr>
            <w:tcW w:w="9520" w:type="dxa"/>
          </w:tcPr>
          <w:p w14:paraId="1829080A" w14:textId="77777777" w:rsidR="00743CA1" w:rsidRPr="00625F1A" w:rsidRDefault="00743CA1" w:rsidP="00C43F15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625F1A">
              <w:rPr>
                <w:rFonts w:ascii="Corbel" w:hAnsi="Corbel"/>
                <w:iCs/>
                <w:sz w:val="24"/>
                <w:szCs w:val="24"/>
              </w:rPr>
              <w:t>Organizacja pracy opiekuńczo – wychowawczej</w:t>
            </w:r>
            <w:r w:rsidR="00625F1A">
              <w:rPr>
                <w:rFonts w:ascii="Corbel" w:hAnsi="Corbel"/>
                <w:iCs/>
                <w:sz w:val="24"/>
                <w:szCs w:val="24"/>
              </w:rPr>
              <w:t xml:space="preserve"> </w:t>
            </w:r>
            <w:r w:rsidRPr="00625F1A">
              <w:rPr>
                <w:rFonts w:ascii="Corbel" w:hAnsi="Corbel"/>
                <w:iCs/>
                <w:sz w:val="24"/>
                <w:szCs w:val="24"/>
              </w:rPr>
              <w:t>w środowisku lokalnym na rzecz najmłodszych beneficjentów pracy socjalnej.</w:t>
            </w:r>
          </w:p>
        </w:tc>
      </w:tr>
      <w:tr w:rsidR="00743CA1" w:rsidRPr="009C54AE" w14:paraId="66683064" w14:textId="77777777" w:rsidTr="00743CA1">
        <w:tc>
          <w:tcPr>
            <w:tcW w:w="9520" w:type="dxa"/>
          </w:tcPr>
          <w:p w14:paraId="467A8C61" w14:textId="77777777" w:rsidR="00743CA1" w:rsidRPr="00625F1A" w:rsidRDefault="00743CA1" w:rsidP="00C43F15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625F1A">
              <w:rPr>
                <w:rFonts w:ascii="Corbel" w:hAnsi="Corbel"/>
                <w:iCs/>
                <w:sz w:val="24"/>
                <w:szCs w:val="24"/>
              </w:rPr>
              <w:t>Formy, metody pracy opiekuńczo – wychowawczej.</w:t>
            </w:r>
          </w:p>
        </w:tc>
      </w:tr>
      <w:tr w:rsidR="00743CA1" w:rsidRPr="009C54AE" w14:paraId="3A42C502" w14:textId="77777777" w:rsidTr="00743CA1">
        <w:tc>
          <w:tcPr>
            <w:tcW w:w="9520" w:type="dxa"/>
          </w:tcPr>
          <w:p w14:paraId="46154D49" w14:textId="77777777" w:rsidR="00743CA1" w:rsidRPr="00625F1A" w:rsidRDefault="00743CA1" w:rsidP="00C43F15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625F1A">
              <w:rPr>
                <w:rFonts w:ascii="Corbel" w:hAnsi="Corbel"/>
                <w:iCs/>
                <w:sz w:val="24"/>
                <w:szCs w:val="24"/>
              </w:rPr>
              <w:t>Animacja środowiska lokalnego jako praktyczny wymiar działania  w pracy socjalnej.</w:t>
            </w:r>
          </w:p>
        </w:tc>
      </w:tr>
      <w:tr w:rsidR="00743CA1" w:rsidRPr="009C54AE" w14:paraId="662BF5B3" w14:textId="77777777" w:rsidTr="00743CA1">
        <w:tc>
          <w:tcPr>
            <w:tcW w:w="9520" w:type="dxa"/>
          </w:tcPr>
          <w:p w14:paraId="2E8CAF40" w14:textId="77777777" w:rsidR="00743CA1" w:rsidRPr="00625F1A" w:rsidRDefault="00743CA1" w:rsidP="00C43F15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625F1A">
              <w:rPr>
                <w:rFonts w:ascii="Corbel" w:hAnsi="Corbel"/>
                <w:iCs/>
                <w:sz w:val="24"/>
                <w:szCs w:val="24"/>
              </w:rPr>
              <w:t>Systemowe rozwiązania w programach profilaktycznych i resocjalizacyjnych skierowanych do dzieci,  młodzieży i ich rodzin.</w:t>
            </w:r>
          </w:p>
        </w:tc>
      </w:tr>
      <w:tr w:rsidR="00743CA1" w:rsidRPr="009C54AE" w14:paraId="58C252ED" w14:textId="77777777" w:rsidTr="00743CA1">
        <w:tc>
          <w:tcPr>
            <w:tcW w:w="9520" w:type="dxa"/>
          </w:tcPr>
          <w:p w14:paraId="3F7DD0DC" w14:textId="77777777" w:rsidR="00743CA1" w:rsidRPr="00625F1A" w:rsidRDefault="00743CA1" w:rsidP="00C43F15">
            <w:pPr>
              <w:spacing w:after="0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625F1A">
              <w:rPr>
                <w:rFonts w:ascii="Corbel" w:hAnsi="Corbel"/>
                <w:iCs/>
                <w:sz w:val="24"/>
                <w:szCs w:val="24"/>
              </w:rPr>
              <w:t>Placówki wsparcia dziennego: cel, zadania, forma; opiekuńcza, specjalistyczna, podwórkowa.</w:t>
            </w:r>
          </w:p>
        </w:tc>
      </w:tr>
      <w:tr w:rsidR="00743CA1" w:rsidRPr="009C54AE" w14:paraId="7DA75FA0" w14:textId="77777777" w:rsidTr="00743CA1">
        <w:tc>
          <w:tcPr>
            <w:tcW w:w="9520" w:type="dxa"/>
          </w:tcPr>
          <w:p w14:paraId="31F4211F" w14:textId="77777777" w:rsidR="00743CA1" w:rsidRPr="00625F1A" w:rsidRDefault="00743CA1" w:rsidP="00C43F15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625F1A">
              <w:rPr>
                <w:rFonts w:ascii="Corbel" w:hAnsi="Corbel"/>
                <w:iCs/>
                <w:sz w:val="24"/>
                <w:szCs w:val="24"/>
              </w:rPr>
              <w:t xml:space="preserve">Metody pracy  z dziećmi ulicy, programy streetwokerskie. </w:t>
            </w:r>
          </w:p>
        </w:tc>
      </w:tr>
      <w:tr w:rsidR="00743CA1" w:rsidRPr="009C54AE" w14:paraId="0DD500FD" w14:textId="77777777" w:rsidTr="00743CA1">
        <w:tc>
          <w:tcPr>
            <w:tcW w:w="9520" w:type="dxa"/>
          </w:tcPr>
          <w:p w14:paraId="190C7444" w14:textId="77777777" w:rsidR="00743CA1" w:rsidRPr="00625F1A" w:rsidRDefault="00743CA1" w:rsidP="00C43F15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625F1A">
              <w:rPr>
                <w:rFonts w:ascii="Corbel" w:hAnsi="Corbel"/>
                <w:iCs/>
                <w:sz w:val="24"/>
                <w:szCs w:val="24"/>
              </w:rPr>
              <w:t>Programy profilaktyczne jako przykłady dobrych praktyk inicjatyw lokalnych na rzecz pomocy dla  dzieci i młodzieży.</w:t>
            </w:r>
          </w:p>
        </w:tc>
      </w:tr>
    </w:tbl>
    <w:p w14:paraId="3306410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F9BAD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481389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6425E9" w14:textId="5B566552" w:rsidR="00467428" w:rsidRPr="00C43F15" w:rsidRDefault="00C43F15" w:rsidP="00C43F15">
      <w:pPr>
        <w:ind w:left="426"/>
        <w:jc w:val="both"/>
        <w:rPr>
          <w:rFonts w:ascii="Corbel" w:hAnsi="Corbel"/>
          <w:bCs/>
          <w:i/>
          <w:iCs/>
          <w:sz w:val="24"/>
          <w:szCs w:val="24"/>
        </w:rPr>
      </w:pPr>
      <w:r w:rsidRPr="00C43F15">
        <w:rPr>
          <w:rFonts w:ascii="Corbel" w:hAnsi="Corbel"/>
          <w:bCs/>
          <w:i/>
          <w:iCs/>
          <w:sz w:val="24"/>
          <w:szCs w:val="24"/>
        </w:rPr>
        <w:t xml:space="preserve">Konwersatorium: </w:t>
      </w:r>
      <w:r w:rsidR="00467428" w:rsidRPr="00C43F15">
        <w:rPr>
          <w:rFonts w:ascii="Corbel" w:hAnsi="Corbel"/>
          <w:bCs/>
          <w:i/>
          <w:iCs/>
          <w:sz w:val="24"/>
          <w:szCs w:val="24"/>
        </w:rPr>
        <w:t>Praca w grupach, dyskusja, prezentacj</w:t>
      </w:r>
      <w:r w:rsidR="0046505C" w:rsidRPr="00C43F15">
        <w:rPr>
          <w:rFonts w:ascii="Corbel" w:hAnsi="Corbel"/>
          <w:bCs/>
          <w:i/>
          <w:iCs/>
          <w:sz w:val="24"/>
          <w:szCs w:val="24"/>
        </w:rPr>
        <w:t>a</w:t>
      </w:r>
      <w:r w:rsidR="00467428" w:rsidRPr="00C43F15">
        <w:rPr>
          <w:rFonts w:ascii="Corbel" w:hAnsi="Corbel"/>
          <w:bCs/>
          <w:i/>
          <w:iCs/>
          <w:sz w:val="24"/>
          <w:szCs w:val="24"/>
        </w:rPr>
        <w:t xml:space="preserve"> multimedialn</w:t>
      </w:r>
      <w:r w:rsidR="0046505C" w:rsidRPr="00C43F15">
        <w:rPr>
          <w:rFonts w:ascii="Corbel" w:hAnsi="Corbel"/>
          <w:bCs/>
          <w:i/>
          <w:iCs/>
          <w:sz w:val="24"/>
          <w:szCs w:val="24"/>
        </w:rPr>
        <w:t>a</w:t>
      </w:r>
      <w:r w:rsidR="00467428" w:rsidRPr="00C43F15">
        <w:rPr>
          <w:rFonts w:ascii="Corbel" w:hAnsi="Corbel"/>
          <w:i/>
          <w:iCs/>
          <w:sz w:val="24"/>
          <w:szCs w:val="24"/>
        </w:rPr>
        <w:t xml:space="preserve"> wybranego programu  wsparcia dzieci i młodzieży w środowisku lokalnym</w:t>
      </w:r>
      <w:r w:rsidR="00467428" w:rsidRPr="00C43F15">
        <w:rPr>
          <w:rFonts w:ascii="Corbel" w:hAnsi="Corbel"/>
          <w:bCs/>
          <w:i/>
          <w:iCs/>
          <w:sz w:val="24"/>
          <w:szCs w:val="24"/>
        </w:rPr>
        <w:t>, odgrywanie scenek socjoterapeutycznych, film edukacyjny.</w:t>
      </w:r>
    </w:p>
    <w:p w14:paraId="090F329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7138CC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0BF58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9D5EF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124EBAF" w14:textId="77777777" w:rsidTr="00AE36BF">
        <w:tc>
          <w:tcPr>
            <w:tcW w:w="1962" w:type="dxa"/>
            <w:vAlign w:val="center"/>
          </w:tcPr>
          <w:p w14:paraId="2F430D8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A6B577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306BB55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44D7C9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BB1054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E36BF" w:rsidRPr="009C54AE" w14:paraId="74C1E450" w14:textId="77777777" w:rsidTr="00AE36BF">
        <w:tc>
          <w:tcPr>
            <w:tcW w:w="1962" w:type="dxa"/>
          </w:tcPr>
          <w:p w14:paraId="70725F74" w14:textId="77777777" w:rsidR="00AE36BF" w:rsidRPr="009C54AE" w:rsidRDefault="00AE36BF" w:rsidP="00AE36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6EC4DEE6" w14:textId="77777777" w:rsidR="00AE36BF" w:rsidRPr="00C43F15" w:rsidRDefault="00AE36BF" w:rsidP="00AE36B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zCs w:val="24"/>
              </w:rPr>
            </w:pPr>
            <w:r w:rsidRPr="00C43F15">
              <w:rPr>
                <w:rFonts w:ascii="Corbel" w:hAnsi="Corbel"/>
                <w:b w:val="0"/>
                <w:iCs/>
                <w:szCs w:val="24"/>
              </w:rPr>
              <w:t>Opracowanie prezentacji wybranego programu   wsparcia dzieci i młodzieży w środowisku lokalnym</w:t>
            </w:r>
          </w:p>
        </w:tc>
        <w:tc>
          <w:tcPr>
            <w:tcW w:w="2117" w:type="dxa"/>
          </w:tcPr>
          <w:p w14:paraId="11A7FDD7" w14:textId="520A8B0A" w:rsidR="00AE36BF" w:rsidRPr="00C43F15" w:rsidRDefault="00AE36BF" w:rsidP="00AE36B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zCs w:val="24"/>
              </w:rPr>
            </w:pPr>
            <w:r w:rsidRPr="00C43F15">
              <w:rPr>
                <w:rFonts w:ascii="Corbel" w:hAnsi="Corbel"/>
                <w:b w:val="0"/>
                <w:iCs/>
                <w:szCs w:val="24"/>
              </w:rPr>
              <w:t>Konw</w:t>
            </w:r>
            <w:r w:rsidR="00C43F15">
              <w:rPr>
                <w:rFonts w:ascii="Corbel" w:hAnsi="Corbel"/>
                <w:b w:val="0"/>
                <w:iCs/>
                <w:szCs w:val="24"/>
              </w:rPr>
              <w:t>.</w:t>
            </w:r>
          </w:p>
        </w:tc>
      </w:tr>
      <w:tr w:rsidR="00AE36BF" w:rsidRPr="009C54AE" w14:paraId="342B7AD5" w14:textId="77777777" w:rsidTr="00AE36BF">
        <w:tc>
          <w:tcPr>
            <w:tcW w:w="1962" w:type="dxa"/>
          </w:tcPr>
          <w:p w14:paraId="4D60CEA4" w14:textId="77777777" w:rsidR="00AE36BF" w:rsidRPr="009C54AE" w:rsidRDefault="00AE36BF" w:rsidP="00AE36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441" w:type="dxa"/>
          </w:tcPr>
          <w:p w14:paraId="15E453E7" w14:textId="77777777" w:rsidR="00AE36BF" w:rsidRPr="00C43F15" w:rsidRDefault="00AE36BF" w:rsidP="00AE36B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zCs w:val="24"/>
              </w:rPr>
            </w:pPr>
            <w:r w:rsidRPr="00C43F15">
              <w:rPr>
                <w:rFonts w:ascii="Corbel" w:hAnsi="Corbel"/>
                <w:b w:val="0"/>
                <w:iCs/>
                <w:szCs w:val="24"/>
              </w:rPr>
              <w:t>Opracowanie prezentacji wybranego programu   wsparcia dzieci i młodzieży w środowisku lokalnym</w:t>
            </w:r>
            <w:r w:rsidR="00576C7A" w:rsidRPr="00C43F15">
              <w:rPr>
                <w:rFonts w:ascii="Corbel" w:hAnsi="Corbel"/>
                <w:b w:val="0"/>
                <w:iCs/>
                <w:szCs w:val="24"/>
              </w:rPr>
              <w:t>; obserwacja w trakcie zajęć</w:t>
            </w:r>
          </w:p>
        </w:tc>
        <w:tc>
          <w:tcPr>
            <w:tcW w:w="2117" w:type="dxa"/>
          </w:tcPr>
          <w:p w14:paraId="73739517" w14:textId="562142DB" w:rsidR="00AE36BF" w:rsidRPr="00C43F15" w:rsidRDefault="00C43F15" w:rsidP="00AE36B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zCs w:val="24"/>
              </w:rPr>
            </w:pPr>
            <w:r w:rsidRPr="00C43F15">
              <w:rPr>
                <w:rFonts w:ascii="Corbel" w:hAnsi="Corbel"/>
                <w:b w:val="0"/>
                <w:iCs/>
                <w:szCs w:val="24"/>
              </w:rPr>
              <w:t>Konw</w:t>
            </w:r>
            <w:r>
              <w:rPr>
                <w:rFonts w:ascii="Corbel" w:hAnsi="Corbel"/>
                <w:b w:val="0"/>
                <w:iCs/>
                <w:szCs w:val="24"/>
              </w:rPr>
              <w:t>.</w:t>
            </w:r>
          </w:p>
        </w:tc>
      </w:tr>
      <w:tr w:rsidR="00AE36BF" w:rsidRPr="009C54AE" w14:paraId="599D16E1" w14:textId="77777777" w:rsidTr="00AE36BF">
        <w:tc>
          <w:tcPr>
            <w:tcW w:w="1962" w:type="dxa"/>
          </w:tcPr>
          <w:p w14:paraId="03141161" w14:textId="77777777" w:rsidR="00AE36BF" w:rsidRPr="009C54AE" w:rsidRDefault="00AE36BF" w:rsidP="00AE36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33EB5B1B" w14:textId="77777777" w:rsidR="00AE36BF" w:rsidRPr="00C43F15" w:rsidRDefault="00AE36BF" w:rsidP="00AE36B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zCs w:val="24"/>
              </w:rPr>
            </w:pPr>
            <w:r w:rsidRPr="00C43F15">
              <w:rPr>
                <w:rFonts w:ascii="Corbel" w:hAnsi="Corbel"/>
                <w:b w:val="0"/>
                <w:iCs/>
                <w:szCs w:val="24"/>
              </w:rPr>
              <w:t>Opracowanie prezentacji wybranego programu   wsparcia dzieci i młodzieży w środowisku lokalnym</w:t>
            </w:r>
          </w:p>
        </w:tc>
        <w:tc>
          <w:tcPr>
            <w:tcW w:w="2117" w:type="dxa"/>
          </w:tcPr>
          <w:p w14:paraId="6712DC5F" w14:textId="550EA8D8" w:rsidR="00AE36BF" w:rsidRPr="00C43F15" w:rsidRDefault="00C43F15" w:rsidP="00AE36B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zCs w:val="24"/>
              </w:rPr>
            </w:pPr>
            <w:r w:rsidRPr="00C43F15">
              <w:rPr>
                <w:rFonts w:ascii="Corbel" w:hAnsi="Corbel"/>
                <w:b w:val="0"/>
                <w:iCs/>
                <w:szCs w:val="24"/>
              </w:rPr>
              <w:t>Konw</w:t>
            </w:r>
            <w:r>
              <w:rPr>
                <w:rFonts w:ascii="Corbel" w:hAnsi="Corbel"/>
                <w:b w:val="0"/>
                <w:iCs/>
                <w:szCs w:val="24"/>
              </w:rPr>
              <w:t>.</w:t>
            </w:r>
          </w:p>
        </w:tc>
      </w:tr>
      <w:tr w:rsidR="00AE36BF" w:rsidRPr="009C54AE" w14:paraId="005740BC" w14:textId="77777777" w:rsidTr="00AE36BF">
        <w:tc>
          <w:tcPr>
            <w:tcW w:w="1962" w:type="dxa"/>
          </w:tcPr>
          <w:p w14:paraId="7A83A4EE" w14:textId="77777777" w:rsidR="00AE36BF" w:rsidRPr="009C54AE" w:rsidRDefault="00AE36BF" w:rsidP="00AE36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275B2D95" w14:textId="77777777" w:rsidR="00AE36BF" w:rsidRPr="00C43F15" w:rsidRDefault="00AE36BF" w:rsidP="00AE36B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zCs w:val="24"/>
              </w:rPr>
            </w:pPr>
            <w:r w:rsidRPr="00C43F15">
              <w:rPr>
                <w:rFonts w:ascii="Corbel" w:hAnsi="Corbel"/>
                <w:b w:val="0"/>
                <w:iCs/>
                <w:szCs w:val="24"/>
              </w:rPr>
              <w:t>Opracowanie prezentacji wybranego programu   wsparcia dzieci i młodzieży w środowisku lokalnym</w:t>
            </w:r>
            <w:r w:rsidR="00576C7A" w:rsidRPr="00C43F15">
              <w:rPr>
                <w:rFonts w:ascii="Corbel" w:hAnsi="Corbel"/>
                <w:b w:val="0"/>
                <w:iCs/>
                <w:szCs w:val="24"/>
              </w:rPr>
              <w:t>;</w:t>
            </w:r>
          </w:p>
          <w:p w14:paraId="6FF06EFD" w14:textId="77777777" w:rsidR="00576C7A" w:rsidRPr="00C43F15" w:rsidRDefault="00576C7A" w:rsidP="00AE36B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zCs w:val="24"/>
              </w:rPr>
            </w:pPr>
            <w:r w:rsidRPr="00C43F15">
              <w:rPr>
                <w:rFonts w:ascii="Corbel" w:hAnsi="Corbel"/>
                <w:b w:val="0"/>
                <w:iCs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5DED326" w14:textId="2E7045C7" w:rsidR="00AE36BF" w:rsidRPr="00C43F15" w:rsidRDefault="00C43F15" w:rsidP="00AE36B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zCs w:val="24"/>
              </w:rPr>
            </w:pPr>
            <w:r w:rsidRPr="00C43F15">
              <w:rPr>
                <w:rFonts w:ascii="Corbel" w:hAnsi="Corbel"/>
                <w:b w:val="0"/>
                <w:iCs/>
                <w:szCs w:val="24"/>
              </w:rPr>
              <w:t>Konw</w:t>
            </w:r>
            <w:r>
              <w:rPr>
                <w:rFonts w:ascii="Corbel" w:hAnsi="Corbel"/>
                <w:b w:val="0"/>
                <w:iCs/>
                <w:szCs w:val="24"/>
              </w:rPr>
              <w:t>.</w:t>
            </w:r>
          </w:p>
        </w:tc>
      </w:tr>
    </w:tbl>
    <w:p w14:paraId="2E5B1D6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82C4B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BC27F3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ACA80B5" w14:textId="77777777" w:rsidTr="00172F65">
        <w:tc>
          <w:tcPr>
            <w:tcW w:w="9520" w:type="dxa"/>
          </w:tcPr>
          <w:p w14:paraId="7F976B38" w14:textId="77777777" w:rsidR="00172F65" w:rsidRPr="00172F65" w:rsidRDefault="00172F65" w:rsidP="00172F65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2F65">
              <w:rPr>
                <w:rFonts w:ascii="Corbel" w:hAnsi="Corbel"/>
                <w:b w:val="0"/>
                <w:smallCaps w:val="0"/>
                <w:szCs w:val="24"/>
              </w:rPr>
              <w:t xml:space="preserve">Na ocenę z zaliczenia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końcowego </w:t>
            </w:r>
            <w:r w:rsidRPr="00172F65">
              <w:rPr>
                <w:rFonts w:ascii="Corbel" w:hAnsi="Corbel"/>
                <w:b w:val="0"/>
                <w:smallCaps w:val="0"/>
                <w:szCs w:val="24"/>
              </w:rPr>
              <w:t>składa się:</w:t>
            </w:r>
          </w:p>
          <w:p w14:paraId="6EF9486A" w14:textId="77777777" w:rsidR="00172F65" w:rsidRDefault="00172F65" w:rsidP="00172F65">
            <w:pPr>
              <w:pStyle w:val="Punktygwne"/>
              <w:numPr>
                <w:ilvl w:val="0"/>
                <w:numId w:val="8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172F65">
              <w:rPr>
                <w:rFonts w:ascii="Corbel" w:hAnsi="Corbel"/>
                <w:b w:val="0"/>
                <w:smallCaps w:val="0"/>
                <w:szCs w:val="24"/>
              </w:rPr>
              <w:t xml:space="preserve">rzygotowanie prezentacji wybranego programu lub projektu jako dobrej praktyki  wsparcia dzieci i młodzieży w środowisku lokalnym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80</w:t>
            </w:r>
            <w:r w:rsidRPr="00172F65">
              <w:rPr>
                <w:rFonts w:ascii="Corbel" w:hAnsi="Corbel"/>
                <w:b w:val="0"/>
                <w:smallCaps w:val="0"/>
                <w:szCs w:val="24"/>
              </w:rPr>
              <w:t>%</w:t>
            </w:r>
          </w:p>
          <w:p w14:paraId="6C5BFB1F" w14:textId="77777777" w:rsidR="00172F65" w:rsidRPr="00172F65" w:rsidRDefault="00172F65" w:rsidP="00172F65">
            <w:pPr>
              <w:pStyle w:val="Punktygwne"/>
              <w:numPr>
                <w:ilvl w:val="0"/>
                <w:numId w:val="8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uczestnictwo w zajęciach i aktywność – 20%</w:t>
            </w:r>
          </w:p>
          <w:p w14:paraId="1FBDD4C4" w14:textId="77777777" w:rsidR="00172F65" w:rsidRPr="00172F65" w:rsidRDefault="00172F65" w:rsidP="00172F65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2F65">
              <w:rPr>
                <w:rFonts w:ascii="Corbel" w:hAnsi="Corbel"/>
                <w:b w:val="0"/>
                <w:smallCaps w:val="0"/>
                <w:szCs w:val="24"/>
                <w:u w:val="single"/>
              </w:rPr>
              <w:t>Skala ocen od 2.0 – 5.0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</w:t>
            </w:r>
            <w:r w:rsidRPr="00172F65">
              <w:rPr>
                <w:rFonts w:ascii="Corbel" w:hAnsi="Corbel"/>
                <w:b w:val="0"/>
                <w:smallCaps w:val="0"/>
                <w:szCs w:val="24"/>
              </w:rPr>
              <w:t>ryteria oceniania:</w:t>
            </w:r>
          </w:p>
          <w:p w14:paraId="50982A76" w14:textId="77777777" w:rsidR="00172F65" w:rsidRPr="00172F65" w:rsidRDefault="00172F65" w:rsidP="00172F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2F65">
              <w:rPr>
                <w:rFonts w:ascii="Corbel" w:hAnsi="Corbel"/>
                <w:b w:val="0"/>
                <w:smallCaps w:val="0"/>
                <w:szCs w:val="24"/>
              </w:rPr>
              <w:t>5.0 – 90%-100%</w:t>
            </w:r>
          </w:p>
          <w:p w14:paraId="78A1C0BD" w14:textId="77777777" w:rsidR="00172F65" w:rsidRPr="00172F65" w:rsidRDefault="00172F65" w:rsidP="00172F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2F65">
              <w:rPr>
                <w:rFonts w:ascii="Corbel" w:hAnsi="Corbel"/>
                <w:b w:val="0"/>
                <w:smallCaps w:val="0"/>
                <w:szCs w:val="24"/>
              </w:rPr>
              <w:t>4.5 – 80%-89%</w:t>
            </w:r>
          </w:p>
          <w:p w14:paraId="706C04A0" w14:textId="77777777" w:rsidR="00172F65" w:rsidRPr="00172F65" w:rsidRDefault="00172F65" w:rsidP="00172F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2F65">
              <w:rPr>
                <w:rFonts w:ascii="Corbel" w:hAnsi="Corbel"/>
                <w:b w:val="0"/>
                <w:smallCaps w:val="0"/>
                <w:szCs w:val="24"/>
              </w:rPr>
              <w:t>4.0 –  70%-79%</w:t>
            </w:r>
          </w:p>
          <w:p w14:paraId="7AFA529A" w14:textId="77777777" w:rsidR="00172F65" w:rsidRPr="00172F65" w:rsidRDefault="00172F65" w:rsidP="00172F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2F65">
              <w:rPr>
                <w:rFonts w:ascii="Corbel" w:hAnsi="Corbel"/>
                <w:b w:val="0"/>
                <w:smallCaps w:val="0"/>
                <w:szCs w:val="24"/>
              </w:rPr>
              <w:t>3.5 – 60%-69%</w:t>
            </w:r>
          </w:p>
          <w:p w14:paraId="703FCE1C" w14:textId="77777777" w:rsidR="00172F65" w:rsidRPr="00172F65" w:rsidRDefault="00172F65" w:rsidP="00172F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2F65">
              <w:rPr>
                <w:rFonts w:ascii="Corbel" w:hAnsi="Corbel"/>
                <w:b w:val="0"/>
                <w:smallCaps w:val="0"/>
                <w:szCs w:val="24"/>
              </w:rPr>
              <w:t>3.0 – 50%-59%</w:t>
            </w:r>
          </w:p>
          <w:p w14:paraId="6C7C620D" w14:textId="15202CDB" w:rsidR="0085747A" w:rsidRPr="009C54AE" w:rsidRDefault="00172F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2F65">
              <w:rPr>
                <w:rFonts w:ascii="Corbel" w:hAnsi="Corbel"/>
                <w:b w:val="0"/>
                <w:smallCaps w:val="0"/>
                <w:szCs w:val="24"/>
              </w:rPr>
              <w:t>2.0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-  49</w:t>
            </w:r>
            <w:r w:rsidRPr="00172F65">
              <w:rPr>
                <w:rFonts w:ascii="Corbel" w:hAnsi="Corbel"/>
                <w:b w:val="0"/>
                <w:smallCaps w:val="0"/>
                <w:szCs w:val="24"/>
              </w:rPr>
              <w:t>%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mniej</w:t>
            </w:r>
          </w:p>
        </w:tc>
      </w:tr>
    </w:tbl>
    <w:p w14:paraId="45B8A6D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E5BFD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3FDF30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7A6D994" w14:textId="77777777" w:rsidTr="003E1941">
        <w:tc>
          <w:tcPr>
            <w:tcW w:w="4962" w:type="dxa"/>
            <w:vAlign w:val="center"/>
          </w:tcPr>
          <w:p w14:paraId="6061FFE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AA42ED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1C31792" w14:textId="77777777" w:rsidTr="00923D7D">
        <w:tc>
          <w:tcPr>
            <w:tcW w:w="4962" w:type="dxa"/>
          </w:tcPr>
          <w:p w14:paraId="56F6084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7A8CCBC" w14:textId="77777777" w:rsidR="0085747A" w:rsidRPr="009C54AE" w:rsidRDefault="00EC3877" w:rsidP="00EC3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6AA8A33E" w14:textId="77777777" w:rsidTr="00923D7D">
        <w:tc>
          <w:tcPr>
            <w:tcW w:w="4962" w:type="dxa"/>
          </w:tcPr>
          <w:p w14:paraId="146C1CA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292DEC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77911B2" w14:textId="77777777" w:rsidR="00C61DC5" w:rsidRPr="009C54AE" w:rsidRDefault="00EC3877" w:rsidP="00EC3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3E9132F1" w14:textId="77777777" w:rsidTr="00923D7D">
        <w:tc>
          <w:tcPr>
            <w:tcW w:w="4962" w:type="dxa"/>
          </w:tcPr>
          <w:p w14:paraId="628B6999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95EF7E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EC3877">
              <w:rPr>
                <w:rFonts w:ascii="Corbel" w:hAnsi="Corbel"/>
                <w:sz w:val="24"/>
                <w:szCs w:val="24"/>
              </w:rPr>
              <w:t xml:space="preserve">;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EC3877">
              <w:rPr>
                <w:rFonts w:ascii="Corbel" w:hAnsi="Corbel"/>
                <w:sz w:val="24"/>
                <w:szCs w:val="24"/>
              </w:rPr>
              <w:t xml:space="preserve">opracowanie prezentacji multimedialnej </w:t>
            </w:r>
            <w:r w:rsidR="00EC3877" w:rsidRPr="00EC3877">
              <w:rPr>
                <w:rFonts w:ascii="Corbel" w:hAnsi="Corbel"/>
                <w:sz w:val="24"/>
                <w:szCs w:val="24"/>
              </w:rPr>
              <w:t xml:space="preserve">wybranego programu lub projektu wsparcia dzieci </w:t>
            </w:r>
            <w:r w:rsidR="00EC3877">
              <w:rPr>
                <w:rFonts w:ascii="Corbel" w:hAnsi="Corbel"/>
                <w:sz w:val="24"/>
                <w:szCs w:val="24"/>
              </w:rPr>
              <w:br/>
            </w:r>
            <w:r w:rsidR="00EC3877" w:rsidRPr="00EC3877">
              <w:rPr>
                <w:rFonts w:ascii="Corbel" w:hAnsi="Corbel"/>
                <w:sz w:val="24"/>
                <w:szCs w:val="24"/>
              </w:rPr>
              <w:t>i młodzieży w środowisku lokalnym</w:t>
            </w:r>
            <w:r w:rsidR="00EC3877" w:rsidRPr="00172F65">
              <w:rPr>
                <w:rFonts w:ascii="Corbel" w:hAnsi="Corbel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itp.)</w:t>
            </w:r>
          </w:p>
        </w:tc>
        <w:tc>
          <w:tcPr>
            <w:tcW w:w="4677" w:type="dxa"/>
          </w:tcPr>
          <w:p w14:paraId="6B58891E" w14:textId="77777777" w:rsidR="00C61DC5" w:rsidRPr="009C54AE" w:rsidRDefault="00EC3877" w:rsidP="00EC3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4EEEF575" w14:textId="77777777" w:rsidTr="00923D7D">
        <w:tc>
          <w:tcPr>
            <w:tcW w:w="4962" w:type="dxa"/>
          </w:tcPr>
          <w:p w14:paraId="635C28E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93E11" w14:textId="77777777" w:rsidR="0085747A" w:rsidRPr="009C54AE" w:rsidRDefault="00EC3877" w:rsidP="00EC3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016713A" w14:textId="77777777" w:rsidTr="00923D7D">
        <w:tc>
          <w:tcPr>
            <w:tcW w:w="4962" w:type="dxa"/>
          </w:tcPr>
          <w:p w14:paraId="404B56D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54EEE3D" w14:textId="77777777" w:rsidR="0085747A" w:rsidRPr="009C54AE" w:rsidRDefault="00EC3877" w:rsidP="00EC3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8029A75" w14:textId="77777777" w:rsidR="0085747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6EC52EB" w14:textId="77777777" w:rsidR="003E1941" w:rsidRDefault="006E4F87" w:rsidP="006E4F87">
      <w:pPr>
        <w:pStyle w:val="Punktygwne"/>
        <w:tabs>
          <w:tab w:val="left" w:pos="1920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</w:p>
    <w:p w14:paraId="348B006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39C037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B8536F" w:rsidRPr="009C54AE" w14:paraId="469DC1C4" w14:textId="77777777" w:rsidTr="0071620A">
        <w:trPr>
          <w:trHeight w:val="397"/>
        </w:trPr>
        <w:tc>
          <w:tcPr>
            <w:tcW w:w="3544" w:type="dxa"/>
          </w:tcPr>
          <w:p w14:paraId="233D5947" w14:textId="77777777" w:rsidR="00B8536F" w:rsidRPr="009C54AE" w:rsidRDefault="00B8536F" w:rsidP="00B853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396ADFF" w14:textId="4552F57A" w:rsidR="00B8536F" w:rsidRPr="00C43F15" w:rsidRDefault="00B8536F" w:rsidP="00B853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C43F15">
              <w:rPr>
                <w:rFonts w:ascii="Corbel" w:hAnsi="Corbel"/>
                <w:b w:val="0"/>
                <w:bCs/>
                <w:szCs w:val="24"/>
              </w:rPr>
              <w:t>Nie dotyczy</w:t>
            </w:r>
          </w:p>
        </w:tc>
      </w:tr>
      <w:tr w:rsidR="00B8536F" w:rsidRPr="009C54AE" w14:paraId="693A0F84" w14:textId="77777777" w:rsidTr="0071620A">
        <w:trPr>
          <w:trHeight w:val="397"/>
        </w:trPr>
        <w:tc>
          <w:tcPr>
            <w:tcW w:w="3544" w:type="dxa"/>
          </w:tcPr>
          <w:p w14:paraId="2D1F4389" w14:textId="77777777" w:rsidR="00B8536F" w:rsidRPr="009C54AE" w:rsidRDefault="00B8536F" w:rsidP="00B853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36EB59D" w14:textId="0D82C149" w:rsidR="00B8536F" w:rsidRPr="00C43F15" w:rsidRDefault="00B8536F" w:rsidP="00B853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43F15">
              <w:rPr>
                <w:rFonts w:ascii="Corbel" w:hAnsi="Corbel"/>
                <w:b w:val="0"/>
                <w:bCs/>
                <w:szCs w:val="24"/>
              </w:rPr>
              <w:t>Nie dotyczy</w:t>
            </w:r>
          </w:p>
        </w:tc>
      </w:tr>
    </w:tbl>
    <w:p w14:paraId="73721FB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382E88" w14:textId="77777777" w:rsidR="0085747A" w:rsidRPr="00D4286C" w:rsidRDefault="00675843" w:rsidP="00D4286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25E234D" w14:textId="77777777" w:rsidR="004E5358" w:rsidRDefault="004E5358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6"/>
      </w:tblGrid>
      <w:tr w:rsidR="004E5358" w:rsidRPr="004E5358" w14:paraId="6B15FBCF" w14:textId="77777777" w:rsidTr="00F552E1">
        <w:tc>
          <w:tcPr>
            <w:tcW w:w="8646" w:type="dxa"/>
          </w:tcPr>
          <w:p w14:paraId="407CF93E" w14:textId="77777777" w:rsidR="004E5358" w:rsidRPr="004E5358" w:rsidRDefault="004E5358" w:rsidP="004E535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5358">
              <w:rPr>
                <w:rFonts w:ascii="Corbel" w:hAnsi="Corbel"/>
                <w:sz w:val="24"/>
                <w:szCs w:val="24"/>
                <w:u w:val="single"/>
              </w:rPr>
              <w:t>Literatura podstawowa</w:t>
            </w:r>
            <w:r w:rsidRPr="004E5358">
              <w:rPr>
                <w:rFonts w:ascii="Corbel" w:hAnsi="Corbel"/>
                <w:sz w:val="24"/>
                <w:szCs w:val="24"/>
              </w:rPr>
              <w:t>:</w:t>
            </w:r>
          </w:p>
          <w:p w14:paraId="287FF667" w14:textId="77777777" w:rsidR="00C43F15" w:rsidRDefault="00C43F15" w:rsidP="00C43F1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2E1">
              <w:rPr>
                <w:rFonts w:ascii="Corbel" w:hAnsi="Corbel"/>
                <w:sz w:val="24"/>
                <w:szCs w:val="24"/>
              </w:rPr>
              <w:t>Danilewicz</w:t>
            </w:r>
            <w:r>
              <w:rPr>
                <w:rFonts w:ascii="Corbel" w:hAnsi="Corbel"/>
                <w:sz w:val="24"/>
                <w:szCs w:val="24"/>
              </w:rPr>
              <w:t xml:space="preserve"> W.</w:t>
            </w:r>
            <w:r w:rsidRPr="00F552E1">
              <w:rPr>
                <w:rFonts w:ascii="Corbel" w:hAnsi="Corbel"/>
                <w:sz w:val="24"/>
                <w:szCs w:val="24"/>
              </w:rPr>
              <w:t>, Izdebska</w:t>
            </w:r>
            <w:r>
              <w:rPr>
                <w:rFonts w:ascii="Corbel" w:hAnsi="Corbel"/>
                <w:sz w:val="24"/>
                <w:szCs w:val="24"/>
              </w:rPr>
              <w:t xml:space="preserve"> J. (1995).</w:t>
            </w:r>
            <w:r w:rsidRPr="00F552E1">
              <w:rPr>
                <w:rFonts w:ascii="Corbel" w:hAnsi="Corbel"/>
                <w:sz w:val="24"/>
                <w:szCs w:val="24"/>
              </w:rPr>
              <w:t xml:space="preserve"> Pomoc dziecku i rodzinie w środowisku lokalnym, Białysto</w:t>
            </w:r>
            <w:r>
              <w:rPr>
                <w:rFonts w:ascii="Corbel" w:hAnsi="Corbel"/>
                <w:sz w:val="24"/>
                <w:szCs w:val="24"/>
              </w:rPr>
              <w:t>k:</w:t>
            </w:r>
            <w:r w:rsidRPr="00C43F15">
              <w:rPr>
                <w:rFonts w:ascii="Lato" w:hAnsi="Lato"/>
                <w:color w:val="212121"/>
                <w:shd w:val="clear" w:color="auto" w:fill="FFFFFF"/>
              </w:rPr>
              <w:t xml:space="preserve"> </w:t>
            </w:r>
            <w:r w:rsidRPr="00C43F15">
              <w:rPr>
                <w:rFonts w:ascii="Corbel" w:hAnsi="Corbel"/>
                <w:sz w:val="24"/>
                <w:szCs w:val="24"/>
              </w:rPr>
              <w:t>"Trans Humana"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501C8DEE" w14:textId="77777777" w:rsidR="00C43F15" w:rsidRDefault="00C43F15" w:rsidP="00C43F1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Domaradzki P., Krzyszkowski J. (2016). Wsparcie dziecka w rodzinie i pieczy zastępczej. Ujęcie praktyczne, Łódź: </w:t>
            </w:r>
            <w:r w:rsidRPr="00C43F15">
              <w:rPr>
                <w:rFonts w:ascii="Corbel" w:hAnsi="Corbel"/>
                <w:sz w:val="24"/>
                <w:szCs w:val="24"/>
              </w:rPr>
              <w:t>Wydawnictwo Uniwersytetu Łódzkiego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727DCC5C" w14:textId="77777777" w:rsidR="00C43F15" w:rsidRDefault="00C43F15" w:rsidP="00C43F1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Krasiejko I. (2019). </w:t>
            </w:r>
            <w:r w:rsidRPr="00E0385F">
              <w:rPr>
                <w:rFonts w:ascii="Corbel" w:hAnsi="Corbel"/>
                <w:sz w:val="24"/>
                <w:szCs w:val="24"/>
              </w:rPr>
              <w:t>Rodzina z dziećmi. Rodzina dysfunkcyjna</w:t>
            </w:r>
            <w:r>
              <w:rPr>
                <w:rFonts w:ascii="Corbel" w:hAnsi="Corbel"/>
                <w:sz w:val="24"/>
                <w:szCs w:val="24"/>
              </w:rPr>
              <w:t>. Warszawa: Wydawnictwo Difin.</w:t>
            </w:r>
          </w:p>
          <w:p w14:paraId="5F15CAA6" w14:textId="77777777" w:rsidR="00C43F15" w:rsidRPr="00F552E1" w:rsidRDefault="00C43F15" w:rsidP="00C43F1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A187E">
              <w:rPr>
                <w:rFonts w:ascii="Corbel" w:hAnsi="Corbel"/>
                <w:sz w:val="24"/>
                <w:szCs w:val="24"/>
              </w:rPr>
              <w:t>Obwieszczenie Marszałka Sejmu Rzeczypospolitej Polskiej z dnia 17 września 2020 r. w sprawie ogłoszenia jednolitego tekstu ustawy o pomocy społecznej</w:t>
            </w:r>
            <w:r>
              <w:rPr>
                <w:rFonts w:ascii="Corbel" w:hAnsi="Corbel"/>
                <w:sz w:val="24"/>
                <w:szCs w:val="24"/>
              </w:rPr>
              <w:t xml:space="preserve"> (</w:t>
            </w:r>
            <w:r w:rsidRPr="004A187E">
              <w:rPr>
                <w:rFonts w:ascii="Corbel" w:hAnsi="Corbel"/>
                <w:sz w:val="24"/>
                <w:szCs w:val="24"/>
              </w:rPr>
              <w:t>Dz.U. 2020 poz. 1876</w:t>
            </w:r>
            <w:r>
              <w:rPr>
                <w:rFonts w:ascii="Corbel" w:hAnsi="Corbel"/>
                <w:sz w:val="24"/>
                <w:szCs w:val="24"/>
              </w:rPr>
              <w:t>).</w:t>
            </w:r>
          </w:p>
          <w:p w14:paraId="620C2B6D" w14:textId="77777777" w:rsidR="00C43F15" w:rsidRDefault="00C43F15" w:rsidP="00C43F1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2E1">
              <w:rPr>
                <w:rFonts w:ascii="Corbel" w:hAnsi="Corbel"/>
                <w:sz w:val="24"/>
                <w:szCs w:val="24"/>
              </w:rPr>
              <w:t>Ustawa z dnia 12 marca 2004 r. o pomocy społecznej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6906F4">
              <w:rPr>
                <w:rFonts w:ascii="Corbel" w:hAnsi="Corbel"/>
                <w:sz w:val="24"/>
                <w:szCs w:val="24"/>
              </w:rPr>
              <w:t xml:space="preserve">(Dz. U. </w:t>
            </w:r>
            <w:r>
              <w:rPr>
                <w:rFonts w:ascii="Corbel" w:hAnsi="Corbel"/>
                <w:sz w:val="24"/>
                <w:szCs w:val="24"/>
              </w:rPr>
              <w:t>2004</w:t>
            </w:r>
            <w:r w:rsidRPr="006906F4">
              <w:rPr>
                <w:rFonts w:ascii="Corbel" w:hAnsi="Corbel"/>
                <w:sz w:val="24"/>
                <w:szCs w:val="24"/>
              </w:rPr>
              <w:t xml:space="preserve"> nr </w:t>
            </w:r>
            <w:r>
              <w:rPr>
                <w:rFonts w:ascii="Corbel" w:hAnsi="Corbel"/>
                <w:sz w:val="24"/>
                <w:szCs w:val="24"/>
              </w:rPr>
              <w:t xml:space="preserve">64 </w:t>
            </w:r>
            <w:r w:rsidRPr="006906F4">
              <w:rPr>
                <w:rFonts w:ascii="Corbel" w:hAnsi="Corbel"/>
                <w:sz w:val="24"/>
                <w:szCs w:val="24"/>
              </w:rPr>
              <w:t xml:space="preserve">poz. </w:t>
            </w:r>
            <w:r>
              <w:rPr>
                <w:rFonts w:ascii="Corbel" w:hAnsi="Corbel"/>
                <w:sz w:val="24"/>
                <w:szCs w:val="24"/>
              </w:rPr>
              <w:t>593</w:t>
            </w:r>
            <w:r w:rsidRPr="006906F4">
              <w:rPr>
                <w:rFonts w:ascii="Corbel" w:hAnsi="Corbel"/>
                <w:sz w:val="24"/>
                <w:szCs w:val="24"/>
              </w:rPr>
              <w:t xml:space="preserve"> z późniejszymi zmianami) </w:t>
            </w:r>
            <w:r>
              <w:rPr>
                <w:rFonts w:ascii="Corbel" w:hAnsi="Corbel"/>
                <w:sz w:val="24"/>
                <w:szCs w:val="24"/>
              </w:rPr>
              <w:t xml:space="preserve">– t.j. </w:t>
            </w:r>
            <w:r w:rsidRPr="004A187E">
              <w:rPr>
                <w:rFonts w:ascii="Corbel" w:hAnsi="Corbel"/>
                <w:sz w:val="24"/>
                <w:szCs w:val="24"/>
              </w:rPr>
              <w:t>Dz. U. z 2019 r. poz. 1507, 1622, 1690, 1818, 2473.</w:t>
            </w:r>
          </w:p>
          <w:p w14:paraId="07EAEEBC" w14:textId="77777777" w:rsidR="00C43F15" w:rsidRPr="006906F4" w:rsidRDefault="00C43F15" w:rsidP="00C43F1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2E1">
              <w:rPr>
                <w:rFonts w:ascii="Corbel" w:hAnsi="Corbel"/>
                <w:sz w:val="24"/>
                <w:szCs w:val="24"/>
              </w:rPr>
              <w:t>Ustawa z dnia 9 czerwca 2011 r. o wspieraniu rodziny i systemie pieczy zastępczej</w:t>
            </w:r>
            <w:r>
              <w:rPr>
                <w:rFonts w:ascii="Corbel" w:hAnsi="Corbel"/>
                <w:sz w:val="24"/>
                <w:szCs w:val="24"/>
              </w:rPr>
              <w:t xml:space="preserve"> (Dz. U. 2011 nr 149 poz. 887 z późniejszymi zmianami) </w:t>
            </w:r>
            <w:r w:rsidRPr="006906F4">
              <w:rPr>
                <w:rFonts w:ascii="Corbel" w:hAnsi="Corbel"/>
                <w:sz w:val="24"/>
                <w:szCs w:val="24"/>
              </w:rPr>
              <w:t xml:space="preserve">- </w:t>
            </w:r>
            <w:r w:rsidRPr="006906F4">
              <w:rPr>
                <w:rFonts w:ascii="Corbel" w:hAnsi="Corbel" w:cs="Arial"/>
                <w:sz w:val="24"/>
                <w:szCs w:val="24"/>
              </w:rPr>
              <w:t xml:space="preserve"> </w:t>
            </w:r>
            <w:r>
              <w:rPr>
                <w:rFonts w:ascii="Corbel" w:hAnsi="Corbel" w:cs="Arial"/>
                <w:sz w:val="24"/>
                <w:szCs w:val="24"/>
              </w:rPr>
              <w:br/>
            </w:r>
            <w:r w:rsidRPr="006906F4">
              <w:rPr>
                <w:rFonts w:ascii="Corbel" w:hAnsi="Corbel" w:cs="Arial"/>
                <w:sz w:val="24"/>
                <w:szCs w:val="24"/>
              </w:rPr>
              <w:t>t.j. Dz. U. z 2020 r. poz. 821</w:t>
            </w:r>
            <w:r>
              <w:rPr>
                <w:rFonts w:ascii="Corbel" w:hAnsi="Corbel" w:cs="Arial"/>
                <w:sz w:val="24"/>
                <w:szCs w:val="24"/>
              </w:rPr>
              <w:t>.</w:t>
            </w:r>
          </w:p>
          <w:p w14:paraId="1C0AF2EC" w14:textId="5AD5589E" w:rsidR="006662DE" w:rsidRPr="00F552E1" w:rsidRDefault="00C43F15" w:rsidP="00C43F1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Wielgos-Struck R. (2015). Obszary wsparcia rodziny w doświadczeniu lokalnym, Rzeszów: Wydawnictwo Uniwersytetu Rzeszowskiego.</w:t>
            </w:r>
          </w:p>
        </w:tc>
      </w:tr>
      <w:tr w:rsidR="004E5358" w:rsidRPr="004E5358" w14:paraId="2F0CFD90" w14:textId="77777777" w:rsidTr="00F552E1">
        <w:tc>
          <w:tcPr>
            <w:tcW w:w="8646" w:type="dxa"/>
          </w:tcPr>
          <w:p w14:paraId="456A1741" w14:textId="77777777" w:rsidR="004E5358" w:rsidRPr="004E5358" w:rsidRDefault="004E5358" w:rsidP="004E535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5358">
              <w:rPr>
                <w:rFonts w:ascii="Corbel" w:hAnsi="Corbel"/>
                <w:sz w:val="24"/>
                <w:szCs w:val="24"/>
                <w:u w:val="single"/>
              </w:rPr>
              <w:t>Literatura uzupełniająca</w:t>
            </w:r>
            <w:r w:rsidRPr="004E5358">
              <w:rPr>
                <w:rFonts w:ascii="Corbel" w:hAnsi="Corbel"/>
                <w:sz w:val="24"/>
                <w:szCs w:val="24"/>
              </w:rPr>
              <w:t xml:space="preserve">: </w:t>
            </w:r>
          </w:p>
          <w:p w14:paraId="120AF78D" w14:textId="1FD1A072" w:rsidR="00747276" w:rsidRPr="00E65604" w:rsidRDefault="00747276" w:rsidP="00C43F15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363ED5">
              <w:rPr>
                <w:rFonts w:ascii="Corbel" w:hAnsi="Corbel"/>
                <w:sz w:val="24"/>
                <w:szCs w:val="24"/>
              </w:rPr>
              <w:t>Frysztacki K.</w:t>
            </w:r>
            <w:r w:rsidR="00E65604">
              <w:rPr>
                <w:rFonts w:ascii="Corbel" w:hAnsi="Corbel"/>
                <w:sz w:val="24"/>
                <w:szCs w:val="24"/>
              </w:rPr>
              <w:t>,</w:t>
            </w:r>
            <w:r w:rsidR="00E65604">
              <w:rPr>
                <w:rFonts w:ascii="Corbel" w:hAnsi="Corbel"/>
                <w:iCs/>
                <w:sz w:val="24"/>
                <w:szCs w:val="24"/>
              </w:rPr>
              <w:t xml:space="preserve"> Nóżka M.,</w:t>
            </w:r>
            <w:r w:rsidR="00E65604" w:rsidRPr="00747276">
              <w:rPr>
                <w:rFonts w:ascii="Corbel" w:hAnsi="Corbel"/>
                <w:iCs/>
                <w:sz w:val="24"/>
                <w:szCs w:val="24"/>
              </w:rPr>
              <w:t xml:space="preserve"> Smagacz-Poziemska</w:t>
            </w:r>
            <w:r w:rsidR="00E65604">
              <w:rPr>
                <w:rFonts w:ascii="Corbel" w:hAnsi="Corbel"/>
                <w:iCs/>
                <w:sz w:val="24"/>
                <w:szCs w:val="24"/>
              </w:rPr>
              <w:t xml:space="preserve"> M. (red.)</w:t>
            </w:r>
            <w:r w:rsidR="00C43F15">
              <w:rPr>
                <w:rFonts w:ascii="Corbel" w:hAnsi="Corbel"/>
                <w:iCs/>
                <w:sz w:val="24"/>
                <w:szCs w:val="24"/>
              </w:rPr>
              <w:t>. (2011).</w:t>
            </w:r>
            <w:r w:rsidRPr="00363ED5">
              <w:rPr>
                <w:rFonts w:ascii="Corbel" w:hAnsi="Corbel"/>
                <w:sz w:val="24"/>
                <w:szCs w:val="24"/>
              </w:rPr>
              <w:t xml:space="preserve"> Dzieci ulicy, procesy marginalizacji i automarginalizacji nieletnich, Kraków</w:t>
            </w:r>
            <w:r w:rsidR="00C43F15">
              <w:rPr>
                <w:rFonts w:ascii="Corbel" w:hAnsi="Corbel"/>
                <w:sz w:val="24"/>
                <w:szCs w:val="24"/>
              </w:rPr>
              <w:t xml:space="preserve">: Wydawnictwo Uniwersytetu Jagiellońskiego. </w:t>
            </w:r>
          </w:p>
          <w:p w14:paraId="08ACAE85" w14:textId="14273A41" w:rsidR="00747276" w:rsidRPr="00747276" w:rsidRDefault="00747276" w:rsidP="00C43F15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363ED5">
              <w:rPr>
                <w:rFonts w:ascii="Corbel" w:eastAsiaTheme="minorHAnsi" w:hAnsi="Corbel"/>
                <w:color w:val="000000"/>
                <w:sz w:val="24"/>
                <w:szCs w:val="24"/>
              </w:rPr>
              <w:t>Grewiński M.,</w:t>
            </w:r>
            <w:r>
              <w:rPr>
                <w:rFonts w:ascii="Corbel" w:eastAsiaTheme="minorHAnsi" w:hAnsi="Corbel"/>
                <w:color w:val="000000"/>
                <w:sz w:val="24"/>
                <w:szCs w:val="24"/>
              </w:rPr>
              <w:t xml:space="preserve"> </w:t>
            </w:r>
            <w:r w:rsidRPr="00363ED5">
              <w:rPr>
                <w:rFonts w:ascii="Corbel" w:eastAsiaTheme="minorHAnsi" w:hAnsi="Corbel"/>
                <w:color w:val="000000"/>
                <w:sz w:val="24"/>
                <w:szCs w:val="24"/>
              </w:rPr>
              <w:t>Skrzypczak B.</w:t>
            </w:r>
            <w:r w:rsidR="00C43F15">
              <w:rPr>
                <w:rFonts w:ascii="Corbel" w:eastAsiaTheme="minorHAnsi" w:hAnsi="Corbel"/>
                <w:color w:val="000000"/>
                <w:sz w:val="24"/>
                <w:szCs w:val="24"/>
              </w:rPr>
              <w:t xml:space="preserve"> (2011).</w:t>
            </w:r>
            <w:r w:rsidRPr="00363ED5">
              <w:rPr>
                <w:rFonts w:ascii="Corbel" w:eastAsiaTheme="minorHAnsi" w:hAnsi="Corbel"/>
                <w:color w:val="000000"/>
                <w:sz w:val="24"/>
                <w:szCs w:val="24"/>
              </w:rPr>
              <w:t xml:space="preserve"> </w:t>
            </w:r>
            <w:r w:rsidRPr="00363ED5">
              <w:rPr>
                <w:rFonts w:ascii="Corbel" w:eastAsiaTheme="minorHAnsi" w:hAnsi="Corbel"/>
                <w:iCs/>
                <w:color w:val="000000"/>
                <w:sz w:val="24"/>
                <w:szCs w:val="24"/>
              </w:rPr>
              <w:t>Środowiskowe usługi społeczne – nowa perspektywa polityki i pedagogiki społecznej</w:t>
            </w:r>
            <w:r w:rsidR="00C43F15">
              <w:rPr>
                <w:rFonts w:ascii="Corbel" w:eastAsiaTheme="minorHAnsi" w:hAnsi="Corbel"/>
                <w:iCs/>
                <w:color w:val="000000"/>
                <w:sz w:val="24"/>
                <w:szCs w:val="24"/>
              </w:rPr>
              <w:t>.</w:t>
            </w:r>
            <w:r w:rsidRPr="00363ED5">
              <w:rPr>
                <w:rFonts w:ascii="Corbel" w:eastAsiaTheme="minorHAnsi" w:hAnsi="Corbel"/>
                <w:color w:val="000000"/>
                <w:sz w:val="24"/>
                <w:szCs w:val="24"/>
              </w:rPr>
              <w:t xml:space="preserve"> Warszawa</w:t>
            </w:r>
            <w:r w:rsidR="00C43F15">
              <w:rPr>
                <w:rFonts w:ascii="Corbel" w:eastAsiaTheme="minorHAnsi" w:hAnsi="Corbel"/>
                <w:color w:val="000000"/>
                <w:sz w:val="24"/>
                <w:szCs w:val="24"/>
              </w:rPr>
              <w:t>: Wyższa Szkoła Pedagogiczna TWP w Warszawie.</w:t>
            </w:r>
          </w:p>
          <w:p w14:paraId="63AFE5A7" w14:textId="4F95DF4F" w:rsidR="004E5358" w:rsidRPr="00363ED5" w:rsidRDefault="004E5358" w:rsidP="00C43F15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i/>
                <w:color w:val="FF0000"/>
                <w:sz w:val="24"/>
                <w:szCs w:val="24"/>
              </w:rPr>
            </w:pPr>
            <w:r w:rsidRPr="00363ED5">
              <w:rPr>
                <w:rFonts w:ascii="Corbel" w:hAnsi="Corbel"/>
                <w:sz w:val="24"/>
                <w:szCs w:val="24"/>
              </w:rPr>
              <w:t>Izdebska</w:t>
            </w:r>
            <w:r w:rsidR="007522DA" w:rsidRPr="00363ED5">
              <w:rPr>
                <w:rFonts w:ascii="Corbel" w:hAnsi="Corbel"/>
                <w:sz w:val="24"/>
                <w:szCs w:val="24"/>
              </w:rPr>
              <w:t xml:space="preserve"> J. , </w:t>
            </w:r>
            <w:r w:rsidRPr="00363ED5">
              <w:rPr>
                <w:rFonts w:ascii="Corbel" w:hAnsi="Corbel"/>
                <w:sz w:val="24"/>
                <w:szCs w:val="24"/>
              </w:rPr>
              <w:t xml:space="preserve">Szymanowska </w:t>
            </w:r>
            <w:r w:rsidR="007522DA" w:rsidRPr="00363ED5">
              <w:rPr>
                <w:rFonts w:ascii="Corbel" w:hAnsi="Corbel"/>
                <w:sz w:val="24"/>
                <w:szCs w:val="24"/>
              </w:rPr>
              <w:t>J.</w:t>
            </w:r>
            <w:r w:rsidR="00426E9B">
              <w:rPr>
                <w:rFonts w:ascii="Corbel" w:hAnsi="Corbel"/>
                <w:sz w:val="24"/>
                <w:szCs w:val="24"/>
              </w:rPr>
              <w:t xml:space="preserve"> (2009). </w:t>
            </w:r>
            <w:r w:rsidRPr="00363ED5">
              <w:rPr>
                <w:rFonts w:ascii="Corbel" w:hAnsi="Corbel"/>
                <w:sz w:val="24"/>
                <w:szCs w:val="24"/>
              </w:rPr>
              <w:t>Dziecko w zmieniającej się przestrzeni życia, Białystok</w:t>
            </w:r>
            <w:r w:rsidR="00426E9B">
              <w:rPr>
                <w:rFonts w:ascii="Corbel" w:hAnsi="Corbel"/>
                <w:sz w:val="24"/>
                <w:szCs w:val="24"/>
              </w:rPr>
              <w:t xml:space="preserve">: </w:t>
            </w:r>
            <w:r w:rsidR="00426E9B" w:rsidRPr="00426E9B">
              <w:rPr>
                <w:rFonts w:ascii="Corbel" w:hAnsi="Corbel"/>
                <w:sz w:val="24"/>
                <w:szCs w:val="24"/>
              </w:rPr>
              <w:t>Trans Humana</w:t>
            </w:r>
            <w:r w:rsidR="00426E9B">
              <w:rPr>
                <w:rFonts w:ascii="Corbel" w:hAnsi="Corbel"/>
                <w:sz w:val="24"/>
                <w:szCs w:val="24"/>
              </w:rPr>
              <w:t>.</w:t>
            </w:r>
          </w:p>
          <w:p w14:paraId="6E0A207D" w14:textId="53A35AA1" w:rsidR="004E5358" w:rsidRPr="00087F3A" w:rsidRDefault="004E5358" w:rsidP="00C43F15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363ED5">
              <w:rPr>
                <w:rFonts w:ascii="Corbel" w:hAnsi="Corbel"/>
                <w:sz w:val="24"/>
                <w:szCs w:val="24"/>
              </w:rPr>
              <w:t>Kantowicz</w:t>
            </w:r>
            <w:r w:rsidR="007522DA" w:rsidRPr="00363ED5">
              <w:rPr>
                <w:rFonts w:ascii="Corbel" w:hAnsi="Corbel"/>
                <w:sz w:val="24"/>
                <w:szCs w:val="24"/>
              </w:rPr>
              <w:t xml:space="preserve"> E.</w:t>
            </w:r>
            <w:r w:rsidR="00426E9B">
              <w:rPr>
                <w:rFonts w:ascii="Corbel" w:hAnsi="Corbel"/>
                <w:sz w:val="24"/>
                <w:szCs w:val="24"/>
              </w:rPr>
              <w:t xml:space="preserve"> (2011).</w:t>
            </w:r>
            <w:r w:rsidRPr="00363ED5">
              <w:rPr>
                <w:rFonts w:ascii="Corbel" w:hAnsi="Corbel"/>
                <w:sz w:val="24"/>
                <w:szCs w:val="24"/>
              </w:rPr>
              <w:t xml:space="preserve"> Koncepcje i praktyka działania społecznego w pracy socjalnej, Olsztyn</w:t>
            </w:r>
            <w:r w:rsidR="00426E9B">
              <w:rPr>
                <w:rFonts w:ascii="Corbel" w:hAnsi="Corbel"/>
                <w:sz w:val="24"/>
                <w:szCs w:val="24"/>
              </w:rPr>
              <w:t xml:space="preserve">: </w:t>
            </w:r>
            <w:r w:rsidR="00426E9B" w:rsidRPr="00426E9B">
              <w:rPr>
                <w:rFonts w:ascii="Corbel" w:hAnsi="Corbel"/>
                <w:sz w:val="24"/>
                <w:szCs w:val="24"/>
              </w:rPr>
              <w:t>Wydawnictwo Uniwersytetu Warmińsko-Mazurskiego</w:t>
            </w:r>
            <w:r w:rsidR="00426E9B">
              <w:rPr>
                <w:rFonts w:ascii="Corbel" w:hAnsi="Corbel"/>
                <w:sz w:val="24"/>
                <w:szCs w:val="24"/>
              </w:rPr>
              <w:t>.</w:t>
            </w:r>
          </w:p>
          <w:p w14:paraId="158D6009" w14:textId="3A990D0F" w:rsidR="00087F3A" w:rsidRPr="00747276" w:rsidRDefault="00087F3A" w:rsidP="00C43F15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Cs/>
                <w:sz w:val="24"/>
                <w:szCs w:val="24"/>
              </w:rPr>
              <w:t>Krasiejko I., Łukasik B.</w:t>
            </w:r>
            <w:r w:rsidR="00426E9B">
              <w:rPr>
                <w:rFonts w:ascii="Corbel" w:hAnsi="Corbel"/>
                <w:iCs/>
                <w:sz w:val="24"/>
                <w:szCs w:val="24"/>
              </w:rPr>
              <w:t xml:space="preserve"> (2017).</w:t>
            </w:r>
            <w:r>
              <w:rPr>
                <w:rFonts w:ascii="Corbel" w:hAnsi="Corbel"/>
                <w:iCs/>
                <w:sz w:val="24"/>
                <w:szCs w:val="24"/>
              </w:rPr>
              <w:t xml:space="preserve"> Refleksyjna edukacja metodycznego działania w pracy socjalno-wychowawczej, Częstochowa</w:t>
            </w:r>
            <w:r w:rsidR="00426E9B">
              <w:rPr>
                <w:rFonts w:ascii="Corbel" w:hAnsi="Corbel"/>
                <w:iCs/>
                <w:sz w:val="24"/>
                <w:szCs w:val="24"/>
              </w:rPr>
              <w:t>:</w:t>
            </w:r>
            <w:r w:rsidR="00426E9B" w:rsidRPr="00426E9B">
              <w:rPr>
                <w:rFonts w:ascii="Lato" w:hAnsi="Lato"/>
                <w:color w:val="212121"/>
                <w:shd w:val="clear" w:color="auto" w:fill="FFFFFF"/>
              </w:rPr>
              <w:t xml:space="preserve"> </w:t>
            </w:r>
            <w:r w:rsidR="00426E9B" w:rsidRPr="00426E9B">
              <w:rPr>
                <w:rFonts w:ascii="Corbel" w:hAnsi="Corbel"/>
                <w:iCs/>
                <w:sz w:val="24"/>
                <w:szCs w:val="24"/>
              </w:rPr>
              <w:t>Wydawnictwo im. Stanisława Podobińskiego Akademii im. Jana Długosza</w:t>
            </w:r>
            <w:r w:rsidR="00426E9B">
              <w:rPr>
                <w:rFonts w:ascii="Corbel" w:hAnsi="Corbel"/>
                <w:iCs/>
                <w:sz w:val="24"/>
                <w:szCs w:val="24"/>
              </w:rPr>
              <w:t>.</w:t>
            </w:r>
          </w:p>
          <w:p w14:paraId="73D78B6E" w14:textId="2CB4F847" w:rsidR="00747276" w:rsidRPr="00426E9B" w:rsidRDefault="00747276" w:rsidP="00426E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363ED5">
              <w:rPr>
                <w:rFonts w:ascii="Corbel" w:hAnsi="Corbel"/>
                <w:sz w:val="24"/>
                <w:szCs w:val="24"/>
              </w:rPr>
              <w:t>Kurzeja A.</w:t>
            </w:r>
            <w:r w:rsidR="00426E9B">
              <w:rPr>
                <w:rFonts w:ascii="Corbel" w:hAnsi="Corbel"/>
                <w:sz w:val="24"/>
                <w:szCs w:val="24"/>
              </w:rPr>
              <w:t xml:space="preserve"> (2010).</w:t>
            </w:r>
            <w:r w:rsidRPr="00363ED5">
              <w:rPr>
                <w:rFonts w:ascii="Corbel" w:hAnsi="Corbel"/>
                <w:sz w:val="24"/>
                <w:szCs w:val="24"/>
              </w:rPr>
              <w:t xml:space="preserve"> Dzieci ulicy</w:t>
            </w:r>
            <w:r w:rsidR="00426E9B">
              <w:rPr>
                <w:rFonts w:ascii="Corbel" w:hAnsi="Corbel"/>
                <w:sz w:val="24"/>
                <w:szCs w:val="24"/>
              </w:rPr>
              <w:t xml:space="preserve"> – profilaktyka zagrożeń</w:t>
            </w:r>
            <w:r w:rsidRPr="00363ED5">
              <w:rPr>
                <w:rFonts w:ascii="Corbel" w:hAnsi="Corbel"/>
                <w:sz w:val="24"/>
                <w:szCs w:val="24"/>
              </w:rPr>
              <w:t>, Kraków</w:t>
            </w:r>
            <w:r w:rsidR="00426E9B">
              <w:rPr>
                <w:rFonts w:ascii="Corbel" w:hAnsi="Corbel"/>
                <w:sz w:val="24"/>
                <w:szCs w:val="24"/>
              </w:rPr>
              <w:t>: Impuls.</w:t>
            </w:r>
          </w:p>
        </w:tc>
      </w:tr>
    </w:tbl>
    <w:p w14:paraId="206847DE" w14:textId="77777777" w:rsidR="004E5358" w:rsidRPr="009C54AE" w:rsidRDefault="004E5358" w:rsidP="00591D1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99DF3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1563C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End w:id="0"/>
    </w:p>
    <w:sectPr w:rsidR="0085747A" w:rsidRPr="009C54AE" w:rsidSect="00B8536F">
      <w:footerReference w:type="default" r:id="rId8"/>
      <w:pgSz w:w="11906" w:h="16838"/>
      <w:pgMar w:top="426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CC1863" w14:textId="77777777" w:rsidR="00D31437" w:rsidRDefault="00D31437" w:rsidP="00C16ABF">
      <w:pPr>
        <w:spacing w:after="0" w:line="240" w:lineRule="auto"/>
      </w:pPr>
      <w:r>
        <w:separator/>
      </w:r>
    </w:p>
  </w:endnote>
  <w:endnote w:type="continuationSeparator" w:id="0">
    <w:p w14:paraId="5DA6B5F2" w14:textId="77777777" w:rsidR="00D31437" w:rsidRDefault="00D3143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48574861"/>
      <w:docPartObj>
        <w:docPartGallery w:val="Page Numbers (Bottom of Page)"/>
        <w:docPartUnique/>
      </w:docPartObj>
    </w:sdtPr>
    <w:sdtEndPr/>
    <w:sdtContent>
      <w:p w14:paraId="10C6CB82" w14:textId="77777777" w:rsidR="00F34C1C" w:rsidRDefault="00F34C1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579F1C0" w14:textId="77777777" w:rsidR="00F34C1C" w:rsidRDefault="00F34C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B05557" w14:textId="77777777" w:rsidR="00D31437" w:rsidRDefault="00D31437" w:rsidP="00C16ABF">
      <w:pPr>
        <w:spacing w:after="0" w:line="240" w:lineRule="auto"/>
      </w:pPr>
      <w:r>
        <w:separator/>
      </w:r>
    </w:p>
  </w:footnote>
  <w:footnote w:type="continuationSeparator" w:id="0">
    <w:p w14:paraId="1C9F2FC8" w14:textId="77777777" w:rsidR="00D31437" w:rsidRDefault="00D31437" w:rsidP="00C16ABF">
      <w:pPr>
        <w:spacing w:after="0" w:line="240" w:lineRule="auto"/>
      </w:pPr>
      <w:r>
        <w:continuationSeparator/>
      </w:r>
    </w:p>
  </w:footnote>
  <w:footnote w:id="1">
    <w:p w14:paraId="30B86B1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255CE"/>
    <w:multiLevelType w:val="hybridMultilevel"/>
    <w:tmpl w:val="3CA6F5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D735F"/>
    <w:multiLevelType w:val="hybridMultilevel"/>
    <w:tmpl w:val="B8A6663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CF26FE"/>
    <w:multiLevelType w:val="hybridMultilevel"/>
    <w:tmpl w:val="64FA52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842473"/>
    <w:multiLevelType w:val="hybridMultilevel"/>
    <w:tmpl w:val="AF7A8716"/>
    <w:lvl w:ilvl="0" w:tplc="975634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F8B00F4"/>
    <w:multiLevelType w:val="hybridMultilevel"/>
    <w:tmpl w:val="3BDCC6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8E47B0"/>
    <w:multiLevelType w:val="hybridMultilevel"/>
    <w:tmpl w:val="708C0B1E"/>
    <w:lvl w:ilvl="0" w:tplc="78FCDA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492B6A"/>
    <w:multiLevelType w:val="hybridMultilevel"/>
    <w:tmpl w:val="32AE8B4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4BFB302C"/>
    <w:multiLevelType w:val="hybridMultilevel"/>
    <w:tmpl w:val="8C04FC9C"/>
    <w:lvl w:ilvl="0" w:tplc="04150001">
      <w:start w:val="1"/>
      <w:numFmt w:val="bullet"/>
      <w:lvlText w:val=""/>
      <w:lvlJc w:val="left"/>
      <w:pPr>
        <w:ind w:left="6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6" w:hanging="360"/>
      </w:pPr>
      <w:rPr>
        <w:rFonts w:ascii="Wingdings" w:hAnsi="Wingdings" w:hint="default"/>
      </w:rPr>
    </w:lvl>
  </w:abstractNum>
  <w:abstractNum w:abstractNumId="9" w15:restartNumberingAfterBreak="0">
    <w:nsid w:val="599A3BA8"/>
    <w:multiLevelType w:val="hybridMultilevel"/>
    <w:tmpl w:val="C7ACC58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5D512676"/>
    <w:multiLevelType w:val="hybridMultilevel"/>
    <w:tmpl w:val="A8FE8F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DD5E6D"/>
    <w:multiLevelType w:val="hybridMultilevel"/>
    <w:tmpl w:val="7B4810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3"/>
  </w:num>
  <w:num w:numId="5">
    <w:abstractNumId w:val="9"/>
  </w:num>
  <w:num w:numId="6">
    <w:abstractNumId w:val="1"/>
  </w:num>
  <w:num w:numId="7">
    <w:abstractNumId w:val="7"/>
  </w:num>
  <w:num w:numId="8">
    <w:abstractNumId w:val="11"/>
  </w:num>
  <w:num w:numId="9">
    <w:abstractNumId w:val="4"/>
  </w:num>
  <w:num w:numId="10">
    <w:abstractNumId w:val="0"/>
  </w:num>
  <w:num w:numId="11">
    <w:abstractNumId w:val="10"/>
  </w:num>
  <w:num w:numId="12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3AA3"/>
    <w:rsid w:val="000742DC"/>
    <w:rsid w:val="00084C12"/>
    <w:rsid w:val="00087F3A"/>
    <w:rsid w:val="0009462C"/>
    <w:rsid w:val="00094B12"/>
    <w:rsid w:val="00096C46"/>
    <w:rsid w:val="000A296F"/>
    <w:rsid w:val="000A2A28"/>
    <w:rsid w:val="000A3CDF"/>
    <w:rsid w:val="000B192D"/>
    <w:rsid w:val="000B28EE"/>
    <w:rsid w:val="000B361F"/>
    <w:rsid w:val="000B3E37"/>
    <w:rsid w:val="000D04B0"/>
    <w:rsid w:val="000D2FC8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F65"/>
    <w:rsid w:val="001737CF"/>
    <w:rsid w:val="00176083"/>
    <w:rsid w:val="00192F37"/>
    <w:rsid w:val="001A70D2"/>
    <w:rsid w:val="001D657B"/>
    <w:rsid w:val="001D7B54"/>
    <w:rsid w:val="001E0209"/>
    <w:rsid w:val="001E1E00"/>
    <w:rsid w:val="001F2CA2"/>
    <w:rsid w:val="00200ECE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ED5"/>
    <w:rsid w:val="00363F78"/>
    <w:rsid w:val="003A0A5B"/>
    <w:rsid w:val="003A1176"/>
    <w:rsid w:val="003B19D1"/>
    <w:rsid w:val="003C0BAE"/>
    <w:rsid w:val="003D18A9"/>
    <w:rsid w:val="003D6CE2"/>
    <w:rsid w:val="003E1941"/>
    <w:rsid w:val="003E2FE6"/>
    <w:rsid w:val="003E43BD"/>
    <w:rsid w:val="003E49D5"/>
    <w:rsid w:val="003F12C1"/>
    <w:rsid w:val="003F205D"/>
    <w:rsid w:val="003F38C0"/>
    <w:rsid w:val="00414E3C"/>
    <w:rsid w:val="0042244A"/>
    <w:rsid w:val="00424F31"/>
    <w:rsid w:val="00426E9B"/>
    <w:rsid w:val="0042745A"/>
    <w:rsid w:val="00431D5C"/>
    <w:rsid w:val="004362C6"/>
    <w:rsid w:val="00437FA2"/>
    <w:rsid w:val="00445970"/>
    <w:rsid w:val="00461EFC"/>
    <w:rsid w:val="0046505C"/>
    <w:rsid w:val="004652C2"/>
    <w:rsid w:val="00467428"/>
    <w:rsid w:val="004706D1"/>
    <w:rsid w:val="00471326"/>
    <w:rsid w:val="0047598D"/>
    <w:rsid w:val="004840FD"/>
    <w:rsid w:val="00490F7D"/>
    <w:rsid w:val="00491678"/>
    <w:rsid w:val="004968E2"/>
    <w:rsid w:val="004A187E"/>
    <w:rsid w:val="004A3EEA"/>
    <w:rsid w:val="004A4D1F"/>
    <w:rsid w:val="004D5282"/>
    <w:rsid w:val="004D7789"/>
    <w:rsid w:val="004D7A35"/>
    <w:rsid w:val="004E5358"/>
    <w:rsid w:val="004F1551"/>
    <w:rsid w:val="004F55A3"/>
    <w:rsid w:val="0050496F"/>
    <w:rsid w:val="00513B6F"/>
    <w:rsid w:val="00517C63"/>
    <w:rsid w:val="005363C4"/>
    <w:rsid w:val="00536BDE"/>
    <w:rsid w:val="00543ACC"/>
    <w:rsid w:val="00546303"/>
    <w:rsid w:val="0056696D"/>
    <w:rsid w:val="00576C7A"/>
    <w:rsid w:val="00591D1F"/>
    <w:rsid w:val="0059484D"/>
    <w:rsid w:val="005A0855"/>
    <w:rsid w:val="005A133C"/>
    <w:rsid w:val="005A3196"/>
    <w:rsid w:val="005C080F"/>
    <w:rsid w:val="005C55E5"/>
    <w:rsid w:val="005C696A"/>
    <w:rsid w:val="005E6E85"/>
    <w:rsid w:val="005F27C2"/>
    <w:rsid w:val="005F31D2"/>
    <w:rsid w:val="0061029B"/>
    <w:rsid w:val="00617230"/>
    <w:rsid w:val="00621CE1"/>
    <w:rsid w:val="006255CB"/>
    <w:rsid w:val="00625F1A"/>
    <w:rsid w:val="00627FC9"/>
    <w:rsid w:val="00647FA8"/>
    <w:rsid w:val="00650C5F"/>
    <w:rsid w:val="00654934"/>
    <w:rsid w:val="006620D9"/>
    <w:rsid w:val="00665A5A"/>
    <w:rsid w:val="006662DE"/>
    <w:rsid w:val="00671958"/>
    <w:rsid w:val="00675843"/>
    <w:rsid w:val="006906F4"/>
    <w:rsid w:val="00696477"/>
    <w:rsid w:val="006D050F"/>
    <w:rsid w:val="006D6139"/>
    <w:rsid w:val="006E4F87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3CA1"/>
    <w:rsid w:val="00745302"/>
    <w:rsid w:val="007461D6"/>
    <w:rsid w:val="00746EC8"/>
    <w:rsid w:val="00747276"/>
    <w:rsid w:val="007504FF"/>
    <w:rsid w:val="007522DA"/>
    <w:rsid w:val="00763BF1"/>
    <w:rsid w:val="00766FD4"/>
    <w:rsid w:val="0078168C"/>
    <w:rsid w:val="00787C2A"/>
    <w:rsid w:val="00790E27"/>
    <w:rsid w:val="007918D8"/>
    <w:rsid w:val="007A1A59"/>
    <w:rsid w:val="007A4022"/>
    <w:rsid w:val="007A6E6E"/>
    <w:rsid w:val="007C3299"/>
    <w:rsid w:val="007C3BCC"/>
    <w:rsid w:val="007C4546"/>
    <w:rsid w:val="007D1912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31C4"/>
    <w:rsid w:val="00916188"/>
    <w:rsid w:val="00923D7D"/>
    <w:rsid w:val="00926BDA"/>
    <w:rsid w:val="009508DF"/>
    <w:rsid w:val="00950DAC"/>
    <w:rsid w:val="00954A07"/>
    <w:rsid w:val="009815F2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36B8"/>
    <w:rsid w:val="00A36899"/>
    <w:rsid w:val="00A371F6"/>
    <w:rsid w:val="00A43BF6"/>
    <w:rsid w:val="00A53FA5"/>
    <w:rsid w:val="00A54817"/>
    <w:rsid w:val="00A601C8"/>
    <w:rsid w:val="00A60799"/>
    <w:rsid w:val="00A60B9A"/>
    <w:rsid w:val="00A66ECC"/>
    <w:rsid w:val="00A84C85"/>
    <w:rsid w:val="00A97DE1"/>
    <w:rsid w:val="00AB053C"/>
    <w:rsid w:val="00AC5DAD"/>
    <w:rsid w:val="00AD1146"/>
    <w:rsid w:val="00AD27D3"/>
    <w:rsid w:val="00AD66D6"/>
    <w:rsid w:val="00AE1160"/>
    <w:rsid w:val="00AE203C"/>
    <w:rsid w:val="00AE2953"/>
    <w:rsid w:val="00AE2E74"/>
    <w:rsid w:val="00AE36BF"/>
    <w:rsid w:val="00AE5FCB"/>
    <w:rsid w:val="00AF2C1E"/>
    <w:rsid w:val="00B06142"/>
    <w:rsid w:val="00B135B1"/>
    <w:rsid w:val="00B1635D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536F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3F15"/>
    <w:rsid w:val="00C56036"/>
    <w:rsid w:val="00C61DC5"/>
    <w:rsid w:val="00C642B3"/>
    <w:rsid w:val="00C67E92"/>
    <w:rsid w:val="00C70A26"/>
    <w:rsid w:val="00C766DF"/>
    <w:rsid w:val="00C94B98"/>
    <w:rsid w:val="00CA2B96"/>
    <w:rsid w:val="00CA5089"/>
    <w:rsid w:val="00CA56E5"/>
    <w:rsid w:val="00CB0BCA"/>
    <w:rsid w:val="00CD6897"/>
    <w:rsid w:val="00CE5BAC"/>
    <w:rsid w:val="00CF25BE"/>
    <w:rsid w:val="00CF78ED"/>
    <w:rsid w:val="00D02B25"/>
    <w:rsid w:val="00D02EBA"/>
    <w:rsid w:val="00D17C3C"/>
    <w:rsid w:val="00D2611E"/>
    <w:rsid w:val="00D26B2C"/>
    <w:rsid w:val="00D31437"/>
    <w:rsid w:val="00D352C9"/>
    <w:rsid w:val="00D425B2"/>
    <w:rsid w:val="00D4286C"/>
    <w:rsid w:val="00D428D6"/>
    <w:rsid w:val="00D552B2"/>
    <w:rsid w:val="00D608D1"/>
    <w:rsid w:val="00D74119"/>
    <w:rsid w:val="00D76E91"/>
    <w:rsid w:val="00D8075B"/>
    <w:rsid w:val="00D8678B"/>
    <w:rsid w:val="00DA2114"/>
    <w:rsid w:val="00DB6B68"/>
    <w:rsid w:val="00DE09C0"/>
    <w:rsid w:val="00DE4A14"/>
    <w:rsid w:val="00DF320D"/>
    <w:rsid w:val="00DF71C8"/>
    <w:rsid w:val="00E0385F"/>
    <w:rsid w:val="00E129B8"/>
    <w:rsid w:val="00E21E7D"/>
    <w:rsid w:val="00E22FBC"/>
    <w:rsid w:val="00E24BF5"/>
    <w:rsid w:val="00E25338"/>
    <w:rsid w:val="00E51E44"/>
    <w:rsid w:val="00E63348"/>
    <w:rsid w:val="00E65604"/>
    <w:rsid w:val="00E742AA"/>
    <w:rsid w:val="00E77E88"/>
    <w:rsid w:val="00E8107D"/>
    <w:rsid w:val="00E94209"/>
    <w:rsid w:val="00E960BB"/>
    <w:rsid w:val="00EA2074"/>
    <w:rsid w:val="00EA4832"/>
    <w:rsid w:val="00EA4E9D"/>
    <w:rsid w:val="00EC3877"/>
    <w:rsid w:val="00EC4899"/>
    <w:rsid w:val="00ED03AB"/>
    <w:rsid w:val="00ED2EF9"/>
    <w:rsid w:val="00ED32D2"/>
    <w:rsid w:val="00EE32DE"/>
    <w:rsid w:val="00EE5457"/>
    <w:rsid w:val="00F070AB"/>
    <w:rsid w:val="00F17567"/>
    <w:rsid w:val="00F27A7B"/>
    <w:rsid w:val="00F34C1C"/>
    <w:rsid w:val="00F526AF"/>
    <w:rsid w:val="00F552E1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EDAF2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743CA1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93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311B62A-0EA2-4BD9-9D65-FB5DE5697FD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5113B46-8CF7-4DB2-9931-16DB4F7C0F8C}"/>
</file>

<file path=customXml/itemProps3.xml><?xml version="1.0" encoding="utf-8"?>
<ds:datastoreItem xmlns:ds="http://schemas.openxmlformats.org/officeDocument/2006/customXml" ds:itemID="{EF10E559-BADD-48F5-B69B-92C81534183B}"/>
</file>

<file path=customXml/itemProps4.xml><?xml version="1.0" encoding="utf-8"?>
<ds:datastoreItem xmlns:ds="http://schemas.openxmlformats.org/officeDocument/2006/customXml" ds:itemID="{196F84F6-C348-4052-A1F3-9E392390A73F}"/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17</TotalTime>
  <Pages>5</Pages>
  <Words>1321</Words>
  <Characters>7926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Krzysztof Jamroży</cp:lastModifiedBy>
  <cp:revision>4</cp:revision>
  <cp:lastPrinted>2019-02-06T12:12:00Z</cp:lastPrinted>
  <dcterms:created xsi:type="dcterms:W3CDTF">2020-11-03T12:37:00Z</dcterms:created>
  <dcterms:modified xsi:type="dcterms:W3CDTF">2021-10-01T10:34:00Z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